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BB8E6A" w14:textId="77777777" w:rsidR="00602C9C" w:rsidRDefault="00602C9C" w:rsidP="00602C9C">
      <w:pPr>
        <w:spacing w:after="240" w:line="276" w:lineRule="auto"/>
        <w:jc w:val="center"/>
        <w:rPr>
          <w:rFonts w:ascii="Calibri" w:hAnsi="Calibri"/>
          <w:i/>
          <w:iCs/>
          <w:sz w:val="22"/>
        </w:rPr>
      </w:pPr>
    </w:p>
    <w:p w14:paraId="4A5333ED" w14:textId="77777777" w:rsidR="009B1CD0" w:rsidRDefault="009B1CD0" w:rsidP="00844DAA">
      <w:pPr>
        <w:tabs>
          <w:tab w:val="left" w:pos="851"/>
        </w:tabs>
        <w:spacing w:before="60" w:after="60"/>
        <w:jc w:val="center"/>
        <w:rPr>
          <w:rFonts w:ascii="Arial" w:hAnsi="Arial" w:cs="Arial"/>
          <w:sz w:val="22"/>
          <w:szCs w:val="22"/>
        </w:rPr>
      </w:pPr>
    </w:p>
    <w:p w14:paraId="74FBE682" w14:textId="77777777" w:rsidR="00602C9C" w:rsidRDefault="00D91DD8"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49F54A17" wp14:editId="672D85D5">
            <wp:extent cx="1638300" cy="1120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120775"/>
                    </a:xfrm>
                    <a:prstGeom prst="rect">
                      <a:avLst/>
                    </a:prstGeom>
                    <a:noFill/>
                    <a:ln>
                      <a:noFill/>
                    </a:ln>
                  </pic:spPr>
                </pic:pic>
              </a:graphicData>
            </a:graphic>
          </wp:inline>
        </w:drawing>
      </w:r>
    </w:p>
    <w:p w14:paraId="7EC6FA24" w14:textId="77777777" w:rsidR="00602C9C" w:rsidRDefault="00602C9C" w:rsidP="006C4338">
      <w:pPr>
        <w:tabs>
          <w:tab w:val="left" w:pos="851"/>
        </w:tabs>
      </w:pPr>
    </w:p>
    <w:p w14:paraId="32772D17" w14:textId="77777777" w:rsidR="000A6166" w:rsidRDefault="000A6166" w:rsidP="006C4338">
      <w:pPr>
        <w:tabs>
          <w:tab w:val="left" w:pos="851"/>
        </w:tabs>
      </w:pPr>
    </w:p>
    <w:p w14:paraId="2109A87E"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0E87D0EE" w14:textId="77777777" w:rsidTr="000A6166">
        <w:tc>
          <w:tcPr>
            <w:tcW w:w="7479" w:type="dxa"/>
            <w:shd w:val="clear" w:color="auto" w:fill="66CCFF"/>
            <w:vAlign w:val="center"/>
          </w:tcPr>
          <w:p w14:paraId="0A91BB26" w14:textId="77777777" w:rsidR="00602C9C" w:rsidRDefault="00602C9C" w:rsidP="00D16139">
            <w:pPr>
              <w:spacing w:line="276" w:lineRule="auto"/>
              <w:jc w:val="center"/>
              <w:rPr>
                <w:rFonts w:ascii="Calibri" w:hAnsi="Calibri" w:cs="Calibri"/>
                <w:b/>
                <w:sz w:val="28"/>
                <w:szCs w:val="28"/>
                <w:highlight w:val="green"/>
              </w:rPr>
            </w:pPr>
          </w:p>
          <w:p w14:paraId="13C55E53"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15C04E80" w14:textId="77777777"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0D904EC2" w14:textId="2854CC27" w:rsidR="00602C9C" w:rsidRPr="00010CB4" w:rsidRDefault="00080E5C" w:rsidP="003D7D9D">
            <w:pPr>
              <w:spacing w:after="200" w:line="276" w:lineRule="auto"/>
              <w:jc w:val="center"/>
              <w:rPr>
                <w:rFonts w:ascii="Calibri" w:hAnsi="Calibri" w:cs="Calibri"/>
                <w:b/>
                <w:sz w:val="28"/>
                <w:szCs w:val="28"/>
              </w:rPr>
            </w:pPr>
            <w:r w:rsidRPr="00010CB4">
              <w:rPr>
                <w:rFonts w:ascii="Calibri" w:hAnsi="Calibri" w:cs="Calibri"/>
                <w:b/>
                <w:sz w:val="28"/>
                <w:szCs w:val="28"/>
              </w:rPr>
              <w:t>Consultation n°20</w:t>
            </w:r>
            <w:r w:rsidR="00010CB4" w:rsidRPr="00010CB4">
              <w:rPr>
                <w:rFonts w:ascii="Calibri" w:hAnsi="Calibri" w:cs="Calibri"/>
                <w:b/>
                <w:sz w:val="28"/>
                <w:szCs w:val="28"/>
              </w:rPr>
              <w:t>26</w:t>
            </w:r>
            <w:r w:rsidRPr="00010CB4">
              <w:rPr>
                <w:rFonts w:ascii="Calibri" w:hAnsi="Calibri" w:cs="Calibri"/>
                <w:b/>
                <w:sz w:val="28"/>
                <w:szCs w:val="28"/>
              </w:rPr>
              <w:t>DG</w:t>
            </w:r>
            <w:r w:rsidR="00010CB4" w:rsidRPr="00010CB4">
              <w:rPr>
                <w:rFonts w:ascii="Calibri" w:hAnsi="Calibri" w:cs="Calibri"/>
                <w:b/>
                <w:sz w:val="28"/>
                <w:szCs w:val="28"/>
              </w:rPr>
              <w:t>18</w:t>
            </w:r>
          </w:p>
          <w:p w14:paraId="742A1C2D" w14:textId="77777777" w:rsidR="00602C9C" w:rsidRPr="004A1FD4" w:rsidRDefault="00602C9C" w:rsidP="00D16139">
            <w:pPr>
              <w:spacing w:line="276" w:lineRule="auto"/>
              <w:jc w:val="center"/>
              <w:rPr>
                <w:rFonts w:ascii="Calibri" w:hAnsi="Calibri" w:cs="Calibri"/>
                <w:sz w:val="22"/>
              </w:rPr>
            </w:pPr>
          </w:p>
        </w:tc>
      </w:tr>
    </w:tbl>
    <w:p w14:paraId="0B66E134" w14:textId="77777777" w:rsidR="00602C9C" w:rsidRDefault="00602C9C" w:rsidP="006C4338">
      <w:pPr>
        <w:tabs>
          <w:tab w:val="left" w:pos="851"/>
        </w:tabs>
      </w:pPr>
    </w:p>
    <w:p w14:paraId="04DA37D9" w14:textId="77777777" w:rsidR="00602C9C" w:rsidRDefault="00602C9C" w:rsidP="006C4338">
      <w:pPr>
        <w:tabs>
          <w:tab w:val="left" w:pos="851"/>
        </w:tabs>
      </w:pPr>
    </w:p>
    <w:p w14:paraId="429D3CE6" w14:textId="77777777" w:rsidR="00602C9C" w:rsidRDefault="00602C9C" w:rsidP="006C4338">
      <w:pPr>
        <w:tabs>
          <w:tab w:val="left" w:pos="851"/>
        </w:tabs>
      </w:pPr>
    </w:p>
    <w:p w14:paraId="25361ED2" w14:textId="77777777" w:rsidR="00602C9C" w:rsidRDefault="00602C9C" w:rsidP="006C4338">
      <w:pPr>
        <w:tabs>
          <w:tab w:val="left" w:pos="851"/>
        </w:tabs>
      </w:pPr>
    </w:p>
    <w:p w14:paraId="28491AE8" w14:textId="77777777" w:rsidR="00602C9C" w:rsidRDefault="00602C9C" w:rsidP="006C4338">
      <w:pPr>
        <w:tabs>
          <w:tab w:val="left" w:pos="851"/>
        </w:tabs>
      </w:pPr>
    </w:p>
    <w:p w14:paraId="179A0E1A" w14:textId="77777777" w:rsidR="00FE48C9" w:rsidRDefault="00FE48C9" w:rsidP="006C4338">
      <w:pPr>
        <w:pStyle w:val="Corpsdetexte31"/>
        <w:tabs>
          <w:tab w:val="left" w:pos="851"/>
        </w:tabs>
        <w:jc w:val="both"/>
        <w:rPr>
          <w:sz w:val="18"/>
          <w:szCs w:val="18"/>
        </w:rPr>
      </w:pPr>
    </w:p>
    <w:p w14:paraId="0C1BAA6E" w14:textId="77777777" w:rsidR="00602C9C" w:rsidRDefault="00602C9C" w:rsidP="006C4338">
      <w:pPr>
        <w:pStyle w:val="Corpsdetexte31"/>
        <w:tabs>
          <w:tab w:val="left" w:pos="851"/>
        </w:tabs>
        <w:jc w:val="both"/>
        <w:rPr>
          <w:sz w:val="18"/>
          <w:szCs w:val="18"/>
        </w:rPr>
      </w:pPr>
    </w:p>
    <w:p w14:paraId="1C65ED2B" w14:textId="77777777" w:rsidR="00602C9C" w:rsidRDefault="00602C9C" w:rsidP="006C4338">
      <w:pPr>
        <w:pStyle w:val="Corpsdetexte31"/>
        <w:tabs>
          <w:tab w:val="left" w:pos="851"/>
        </w:tabs>
        <w:jc w:val="both"/>
        <w:rPr>
          <w:sz w:val="18"/>
          <w:szCs w:val="18"/>
        </w:rPr>
      </w:pPr>
    </w:p>
    <w:p w14:paraId="0D484EBC" w14:textId="77777777" w:rsidR="00602C9C" w:rsidRDefault="00602C9C" w:rsidP="006C4338">
      <w:pPr>
        <w:pStyle w:val="Corpsdetexte31"/>
        <w:tabs>
          <w:tab w:val="left" w:pos="851"/>
        </w:tabs>
        <w:jc w:val="both"/>
        <w:rPr>
          <w:sz w:val="18"/>
          <w:szCs w:val="18"/>
        </w:rPr>
      </w:pPr>
    </w:p>
    <w:p w14:paraId="2A013A0C" w14:textId="77777777" w:rsidR="00602C9C" w:rsidRDefault="00602C9C" w:rsidP="006C4338">
      <w:pPr>
        <w:pStyle w:val="Corpsdetexte31"/>
        <w:tabs>
          <w:tab w:val="left" w:pos="851"/>
        </w:tabs>
        <w:jc w:val="both"/>
        <w:rPr>
          <w:sz w:val="18"/>
          <w:szCs w:val="18"/>
        </w:rPr>
      </w:pPr>
    </w:p>
    <w:p w14:paraId="0C1C973C" w14:textId="77777777" w:rsidR="00FE48C9" w:rsidRDefault="00FE48C9" w:rsidP="005846FB">
      <w:pPr>
        <w:pStyle w:val="Corpsdetexte31"/>
        <w:tabs>
          <w:tab w:val="left" w:pos="851"/>
        </w:tabs>
        <w:jc w:val="both"/>
        <w:rPr>
          <w:sz w:val="18"/>
          <w:szCs w:val="18"/>
        </w:rPr>
      </w:pPr>
    </w:p>
    <w:p w14:paraId="3FE2871A" w14:textId="77777777" w:rsidR="003D7D9D" w:rsidRDefault="003D7D9D" w:rsidP="004C5755">
      <w:pPr>
        <w:jc w:val="both"/>
        <w:rPr>
          <w:rFonts w:ascii="Arial" w:hAnsi="Arial" w:cs="Arial"/>
          <w:i/>
          <w:sz w:val="18"/>
          <w:szCs w:val="18"/>
        </w:rPr>
      </w:pPr>
    </w:p>
    <w:p w14:paraId="7065D406" w14:textId="77777777" w:rsidR="003D7D9D" w:rsidRDefault="003D7D9D" w:rsidP="004C5755">
      <w:pPr>
        <w:jc w:val="both"/>
        <w:rPr>
          <w:rFonts w:ascii="Arial" w:hAnsi="Arial" w:cs="Arial"/>
          <w:i/>
          <w:sz w:val="18"/>
          <w:szCs w:val="18"/>
        </w:rPr>
      </w:pPr>
    </w:p>
    <w:p w14:paraId="0D83D362" w14:textId="77777777" w:rsidR="003D7D9D" w:rsidRDefault="003D7D9D" w:rsidP="004C5755">
      <w:pPr>
        <w:jc w:val="both"/>
        <w:rPr>
          <w:rFonts w:ascii="Arial" w:hAnsi="Arial" w:cs="Arial"/>
          <w:i/>
          <w:sz w:val="18"/>
          <w:szCs w:val="18"/>
        </w:rPr>
      </w:pPr>
    </w:p>
    <w:p w14:paraId="15510AFB" w14:textId="77777777" w:rsidR="003D7D9D" w:rsidRDefault="003D7D9D" w:rsidP="004C5755">
      <w:pPr>
        <w:jc w:val="both"/>
        <w:rPr>
          <w:rFonts w:ascii="Arial" w:hAnsi="Arial" w:cs="Arial"/>
          <w:i/>
          <w:sz w:val="18"/>
          <w:szCs w:val="18"/>
        </w:rPr>
      </w:pPr>
    </w:p>
    <w:p w14:paraId="611EF162"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76B1D06C" w14:textId="77777777" w:rsidR="00BF5BD0" w:rsidRPr="00BF5BD0" w:rsidRDefault="00BF5BD0" w:rsidP="00BF5BD0">
      <w:pPr>
        <w:pStyle w:val="Titre2"/>
        <w:ind w:left="0" w:firstLine="0"/>
        <w:jc w:val="both"/>
        <w:rPr>
          <w:rFonts w:ascii="Calibri" w:hAnsi="Calibri" w:cs="Calibri"/>
          <w:b w:val="0"/>
          <w:i/>
          <w:iCs/>
        </w:rPr>
      </w:pPr>
    </w:p>
    <w:p w14:paraId="1E95AD75"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6F2C1C78" w14:textId="77777777" w:rsidR="00BF5BD0" w:rsidRPr="00BF5BD0" w:rsidRDefault="00BF5BD0" w:rsidP="00BF5BD0">
      <w:pPr>
        <w:pStyle w:val="Titre2"/>
        <w:ind w:left="0" w:firstLine="0"/>
        <w:jc w:val="both"/>
        <w:rPr>
          <w:rFonts w:ascii="Calibri" w:hAnsi="Calibri" w:cs="Calibri"/>
          <w:b w:val="0"/>
          <w:i/>
          <w:iCs/>
        </w:rPr>
      </w:pPr>
    </w:p>
    <w:p w14:paraId="0A4D25ED"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4CB4B22A" w14:textId="77777777" w:rsidR="003D7D9D" w:rsidRDefault="003D7D9D" w:rsidP="00BF5BD0">
      <w:pPr>
        <w:tabs>
          <w:tab w:val="num" w:pos="0"/>
        </w:tabs>
        <w:rPr>
          <w:rFonts w:ascii="Calibri" w:hAnsi="Calibri" w:cs="Calibri"/>
        </w:rPr>
      </w:pPr>
    </w:p>
    <w:p w14:paraId="4B23D085" w14:textId="77777777" w:rsidR="00BF5BD0" w:rsidRPr="003D7D9D" w:rsidRDefault="00BF5BD0" w:rsidP="003D7D9D">
      <w:pPr>
        <w:rPr>
          <w:rFonts w:ascii="Calibri" w:hAnsi="Calibri" w:cs="Calibri"/>
        </w:rPr>
      </w:pPr>
    </w:p>
    <w:p w14:paraId="3803614C"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63F0C2F0" w14:textId="77777777">
        <w:tc>
          <w:tcPr>
            <w:tcW w:w="10277" w:type="dxa"/>
            <w:shd w:val="clear" w:color="auto" w:fill="66CCFF"/>
          </w:tcPr>
          <w:p w14:paraId="74B8786C"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26736D32" w14:textId="77777777" w:rsidR="009B1CD0" w:rsidRPr="0008002A" w:rsidRDefault="009B1CD0" w:rsidP="006C4338">
      <w:pPr>
        <w:tabs>
          <w:tab w:val="left" w:pos="426"/>
          <w:tab w:val="left" w:pos="851"/>
        </w:tabs>
        <w:jc w:val="both"/>
        <w:rPr>
          <w:rFonts w:ascii="Calibri" w:hAnsi="Calibri" w:cs="Calibri"/>
          <w:sz w:val="22"/>
          <w:szCs w:val="22"/>
        </w:rPr>
      </w:pPr>
    </w:p>
    <w:p w14:paraId="3530E23E"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2F643E83" w14:textId="77777777" w:rsidR="00D607D4" w:rsidRPr="00D607D4"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Téléport 2 – Site du Futuroscope</w:t>
      </w:r>
    </w:p>
    <w:p w14:paraId="33BF0733" w14:textId="77777777" w:rsidR="0008002A" w:rsidRPr="0008002A"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2 boulevard Nicéphore Niepce - CS 80300</w:t>
      </w:r>
    </w:p>
    <w:p w14:paraId="428400AD"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5D1ABBD2" w14:textId="77777777" w:rsidR="0008002A" w:rsidRPr="0008002A" w:rsidRDefault="0008002A" w:rsidP="0008002A">
      <w:pPr>
        <w:tabs>
          <w:tab w:val="center" w:pos="4536"/>
          <w:tab w:val="right" w:pos="9072"/>
        </w:tabs>
        <w:rPr>
          <w:rFonts w:ascii="Calibri" w:hAnsi="Calibri" w:cs="Calibri"/>
          <w:sz w:val="22"/>
          <w:szCs w:val="22"/>
        </w:rPr>
      </w:pPr>
    </w:p>
    <w:p w14:paraId="65A4525C"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6BF882EA" w14:textId="77777777" w:rsidR="00323B3F" w:rsidRDefault="00323B3F" w:rsidP="0008002A">
      <w:pPr>
        <w:rPr>
          <w:rFonts w:ascii="Calibri" w:hAnsi="Calibri" w:cs="Calibri"/>
          <w:sz w:val="22"/>
          <w:szCs w:val="22"/>
        </w:rPr>
      </w:pPr>
    </w:p>
    <w:p w14:paraId="37C32FA3"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72C62060" w14:textId="77777777">
        <w:tc>
          <w:tcPr>
            <w:tcW w:w="10277" w:type="dxa"/>
            <w:shd w:val="clear" w:color="auto" w:fill="66CCFF"/>
          </w:tcPr>
          <w:p w14:paraId="560757F4"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35D502EE" w14:textId="77777777" w:rsidR="009B1CD0" w:rsidRPr="0008002A" w:rsidRDefault="009B1CD0" w:rsidP="006C4338">
      <w:pPr>
        <w:tabs>
          <w:tab w:val="left" w:pos="851"/>
        </w:tabs>
        <w:rPr>
          <w:rFonts w:ascii="Calibri" w:hAnsi="Calibri" w:cs="Calibri"/>
          <w:sz w:val="22"/>
          <w:szCs w:val="22"/>
        </w:rPr>
      </w:pPr>
    </w:p>
    <w:p w14:paraId="47DE2845" w14:textId="228197CF"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010CB4" w:rsidRPr="00010CB4">
        <w:rPr>
          <w:rFonts w:ascii="Calibri" w:hAnsi="Calibri" w:cs="Calibri"/>
          <w:b/>
          <w:bCs/>
          <w:sz w:val="22"/>
          <w:szCs w:val="22"/>
        </w:rPr>
        <w:t>n°2026DG18 relatif à une prestation d’expertise indépendante d’une solution de vote électronique pour les élections CA/CO du Cned</w:t>
      </w:r>
    </w:p>
    <w:p w14:paraId="30BBC7AB" w14:textId="77777777" w:rsidR="009B1CD0" w:rsidRPr="0008002A" w:rsidRDefault="009B1CD0" w:rsidP="005846FB">
      <w:pPr>
        <w:tabs>
          <w:tab w:val="left" w:pos="851"/>
        </w:tabs>
        <w:rPr>
          <w:rFonts w:ascii="Calibri" w:hAnsi="Calibri" w:cs="Calibri"/>
          <w:sz w:val="22"/>
          <w:szCs w:val="22"/>
        </w:rPr>
      </w:pPr>
    </w:p>
    <w:p w14:paraId="2EE7B47A" w14:textId="77777777"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33ED014" w14:textId="77777777">
        <w:tc>
          <w:tcPr>
            <w:tcW w:w="10277" w:type="dxa"/>
            <w:shd w:val="clear" w:color="auto" w:fill="66CCFF"/>
          </w:tcPr>
          <w:p w14:paraId="0A037F7F" w14:textId="77777777" w:rsidR="009B1CD0" w:rsidRPr="0008002A" w:rsidRDefault="008B2A38" w:rsidP="006B5057">
            <w:pPr>
              <w:rPr>
                <w:rFonts w:ascii="Calibri" w:hAnsi="Calibri" w:cs="Calibri"/>
                <w:b/>
                <w:bCs/>
                <w:sz w:val="22"/>
                <w:szCs w:val="22"/>
              </w:rPr>
            </w:pPr>
            <w:r w:rsidRPr="0008002A">
              <w:rPr>
                <w:rFonts w:ascii="Calibri" w:hAnsi="Calibri" w:cs="Calibri"/>
                <w:b/>
                <w:bCs/>
                <w:sz w:val="22"/>
                <w:szCs w:val="22"/>
              </w:rPr>
              <w:lastRenderedPageBreak/>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5BC157CB" w14:textId="77777777" w:rsidR="009B1CD0" w:rsidRDefault="009B1CD0" w:rsidP="006C4338">
      <w:pPr>
        <w:tabs>
          <w:tab w:val="left" w:pos="851"/>
        </w:tabs>
        <w:rPr>
          <w:rFonts w:ascii="Calibri" w:hAnsi="Calibri" w:cs="Calibri"/>
          <w:sz w:val="22"/>
          <w:szCs w:val="22"/>
        </w:rPr>
      </w:pPr>
    </w:p>
    <w:p w14:paraId="2352005B" w14:textId="77777777" w:rsidR="008A5426" w:rsidRDefault="008A5426" w:rsidP="006C4338">
      <w:pPr>
        <w:tabs>
          <w:tab w:val="left" w:pos="851"/>
        </w:tabs>
        <w:rPr>
          <w:rFonts w:ascii="Calibri" w:hAnsi="Calibri" w:cs="Calibri"/>
          <w:sz w:val="22"/>
          <w:szCs w:val="22"/>
        </w:rPr>
      </w:pPr>
    </w:p>
    <w:p w14:paraId="1BE47555" w14:textId="77777777"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2676024A" w14:textId="77777777" w:rsidR="000C2C28" w:rsidRDefault="000C2C28" w:rsidP="001A7D87">
      <w:pPr>
        <w:jc w:val="both"/>
        <w:rPr>
          <w:rFonts w:ascii="Calibri" w:hAnsi="Calibri" w:cs="Calibri"/>
          <w:b/>
          <w:bCs/>
        </w:rPr>
      </w:pPr>
    </w:p>
    <w:p w14:paraId="1842A481" w14:textId="77777777"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4FADB79D" w14:textId="77777777"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r w:rsidR="0076363D">
        <w:rPr>
          <w:rFonts w:ascii="Calibri" w:hAnsi="Calibri" w:cs="Calibri"/>
          <w:sz w:val="22"/>
          <w:szCs w:val="22"/>
        </w:rPr>
        <w:t> :</w:t>
      </w:r>
    </w:p>
    <w:p w14:paraId="5669D834" w14:textId="77777777" w:rsidR="00863BD9" w:rsidRDefault="00863BD9" w:rsidP="00863BD9">
      <w:pPr>
        <w:tabs>
          <w:tab w:val="center" w:pos="284"/>
          <w:tab w:val="right" w:pos="9072"/>
        </w:tabs>
        <w:jc w:val="both"/>
        <w:rPr>
          <w:rFonts w:ascii="Calibri" w:hAnsi="Calibri" w:cs="Calibri"/>
          <w:sz w:val="22"/>
          <w:szCs w:val="22"/>
        </w:rPr>
      </w:pPr>
    </w:p>
    <w:p w14:paraId="35981863" w14:textId="77777777" w:rsidR="003A4B8F" w:rsidRDefault="003A4B8F" w:rsidP="00863BD9">
      <w:pPr>
        <w:tabs>
          <w:tab w:val="center" w:pos="284"/>
          <w:tab w:val="right" w:pos="9072"/>
        </w:tabs>
        <w:jc w:val="both"/>
        <w:rPr>
          <w:rFonts w:ascii="Calibri" w:hAnsi="Calibri" w:cs="Calibri"/>
          <w:sz w:val="22"/>
          <w:szCs w:val="22"/>
        </w:rPr>
      </w:pPr>
    </w:p>
    <w:p w14:paraId="26EC4B1C" w14:textId="77777777" w:rsidR="00863BD9" w:rsidRPr="00863BD9" w:rsidRDefault="00863BD9" w:rsidP="00863BD9">
      <w:pPr>
        <w:tabs>
          <w:tab w:val="center" w:pos="284"/>
          <w:tab w:val="right" w:pos="9072"/>
        </w:tabs>
        <w:jc w:val="both"/>
        <w:rPr>
          <w:rFonts w:ascii="Calibri" w:hAnsi="Calibri" w:cs="Calibri"/>
          <w:sz w:val="22"/>
          <w:szCs w:val="22"/>
        </w:rPr>
      </w:pPr>
    </w:p>
    <w:p w14:paraId="520A2D0A" w14:textId="77777777" w:rsidR="00863BD9" w:rsidRDefault="00863BD9" w:rsidP="000C2C28">
      <w:pPr>
        <w:numPr>
          <w:ilvl w:val="0"/>
          <w:numId w:val="14"/>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(si elle est différente de l’adresse postal</w:t>
      </w:r>
      <w:r>
        <w:rPr>
          <w:rFonts w:ascii="Calibri" w:hAnsi="Calibri" w:cs="Calibri"/>
          <w:sz w:val="22"/>
          <w:szCs w:val="22"/>
        </w:rPr>
        <w:t>e) :</w:t>
      </w:r>
    </w:p>
    <w:p w14:paraId="6B6EB77D" w14:textId="77777777" w:rsidR="00863BD9" w:rsidRDefault="00863BD9" w:rsidP="00863BD9">
      <w:pPr>
        <w:tabs>
          <w:tab w:val="center" w:pos="284"/>
          <w:tab w:val="right" w:pos="9072"/>
        </w:tabs>
        <w:jc w:val="both"/>
        <w:rPr>
          <w:rFonts w:ascii="Calibri" w:hAnsi="Calibri" w:cs="Calibri"/>
          <w:sz w:val="22"/>
          <w:szCs w:val="22"/>
        </w:rPr>
      </w:pPr>
    </w:p>
    <w:p w14:paraId="118234F8" w14:textId="77777777" w:rsidR="00863BD9" w:rsidRDefault="00863BD9" w:rsidP="00863BD9">
      <w:pPr>
        <w:tabs>
          <w:tab w:val="center" w:pos="284"/>
          <w:tab w:val="right" w:pos="9072"/>
        </w:tabs>
        <w:jc w:val="both"/>
        <w:rPr>
          <w:rFonts w:ascii="Calibri" w:hAnsi="Calibri" w:cs="Calibri"/>
          <w:sz w:val="22"/>
          <w:szCs w:val="22"/>
        </w:rPr>
      </w:pPr>
    </w:p>
    <w:p w14:paraId="4B36B9A0" w14:textId="77777777" w:rsidR="00863BD9" w:rsidRDefault="00863BD9" w:rsidP="00863BD9">
      <w:pPr>
        <w:tabs>
          <w:tab w:val="center" w:pos="284"/>
          <w:tab w:val="right" w:pos="9072"/>
        </w:tabs>
        <w:jc w:val="both"/>
        <w:rPr>
          <w:rFonts w:ascii="Calibri" w:hAnsi="Calibri" w:cs="Calibri"/>
          <w:sz w:val="22"/>
          <w:szCs w:val="22"/>
        </w:rPr>
      </w:pPr>
    </w:p>
    <w:p w14:paraId="0D7C1D6C" w14:textId="77777777"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6D817A18" w14:textId="77777777" w:rsidR="00863BD9" w:rsidRDefault="00863BD9" w:rsidP="00863BD9">
      <w:pPr>
        <w:jc w:val="both"/>
        <w:rPr>
          <w:rFonts w:ascii="Calibri" w:hAnsi="Calibri" w:cs="Calibri"/>
          <w:sz w:val="22"/>
          <w:szCs w:val="22"/>
        </w:rPr>
      </w:pPr>
    </w:p>
    <w:p w14:paraId="1B35DDF6" w14:textId="77777777" w:rsidR="00863BD9" w:rsidRDefault="00863BD9" w:rsidP="00863BD9">
      <w:pPr>
        <w:jc w:val="both"/>
        <w:rPr>
          <w:rFonts w:ascii="Calibri" w:hAnsi="Calibri" w:cs="Calibri"/>
          <w:sz w:val="22"/>
          <w:szCs w:val="22"/>
        </w:rPr>
      </w:pPr>
    </w:p>
    <w:p w14:paraId="7C90E7ED" w14:textId="77777777" w:rsidR="00863BD9" w:rsidRPr="00605982" w:rsidRDefault="00863BD9" w:rsidP="00863BD9">
      <w:pPr>
        <w:jc w:val="both"/>
        <w:rPr>
          <w:rFonts w:ascii="Calibri" w:hAnsi="Calibri" w:cs="Calibri"/>
          <w:sz w:val="22"/>
          <w:szCs w:val="22"/>
        </w:rPr>
      </w:pPr>
    </w:p>
    <w:p w14:paraId="5E1E6CD3"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5041D310" w14:textId="77777777" w:rsidR="00863BD9" w:rsidRDefault="00863BD9" w:rsidP="00863BD9">
      <w:pPr>
        <w:tabs>
          <w:tab w:val="center" w:pos="284"/>
          <w:tab w:val="right" w:pos="9072"/>
        </w:tabs>
        <w:rPr>
          <w:rFonts w:ascii="Calibri" w:hAnsi="Calibri" w:cs="Calibri"/>
          <w:sz w:val="22"/>
          <w:szCs w:val="22"/>
        </w:rPr>
      </w:pPr>
    </w:p>
    <w:p w14:paraId="084AE2AF" w14:textId="77777777" w:rsidR="00863BD9" w:rsidRDefault="00863BD9" w:rsidP="00863BD9">
      <w:pPr>
        <w:tabs>
          <w:tab w:val="center" w:pos="284"/>
          <w:tab w:val="right" w:pos="9072"/>
        </w:tabs>
        <w:rPr>
          <w:rFonts w:ascii="Calibri" w:hAnsi="Calibri" w:cs="Calibri"/>
          <w:sz w:val="22"/>
          <w:szCs w:val="22"/>
        </w:rPr>
      </w:pPr>
    </w:p>
    <w:p w14:paraId="3BE70D32" w14:textId="77777777" w:rsidR="00863BD9" w:rsidRDefault="00863BD9" w:rsidP="00863BD9">
      <w:pPr>
        <w:tabs>
          <w:tab w:val="center" w:pos="284"/>
          <w:tab w:val="right" w:pos="9072"/>
        </w:tabs>
        <w:rPr>
          <w:rFonts w:ascii="Calibri" w:hAnsi="Calibri" w:cs="Calibri"/>
          <w:sz w:val="22"/>
          <w:szCs w:val="22"/>
        </w:rPr>
      </w:pPr>
    </w:p>
    <w:p w14:paraId="29F204CB"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44AE9A1E" w14:textId="77777777" w:rsidR="00863BD9" w:rsidRDefault="00863BD9" w:rsidP="008B6ED4">
      <w:pPr>
        <w:tabs>
          <w:tab w:val="center" w:pos="284"/>
          <w:tab w:val="right" w:pos="9072"/>
        </w:tabs>
        <w:jc w:val="both"/>
        <w:rPr>
          <w:rFonts w:ascii="Calibri" w:hAnsi="Calibri" w:cs="Calibri"/>
          <w:sz w:val="22"/>
          <w:szCs w:val="22"/>
        </w:rPr>
      </w:pPr>
    </w:p>
    <w:p w14:paraId="795B377A" w14:textId="77777777" w:rsidR="00863BD9" w:rsidRPr="000C2C28" w:rsidRDefault="00863BD9" w:rsidP="008B6ED4">
      <w:pPr>
        <w:tabs>
          <w:tab w:val="center" w:pos="4536"/>
          <w:tab w:val="right" w:pos="9072"/>
        </w:tabs>
        <w:jc w:val="both"/>
        <w:rPr>
          <w:rFonts w:ascii="Calibri" w:hAnsi="Calibri" w:cs="Calibri"/>
          <w:sz w:val="22"/>
          <w:szCs w:val="22"/>
        </w:rPr>
      </w:pPr>
    </w:p>
    <w:p w14:paraId="3B6C4792" w14:textId="77777777" w:rsidR="001A7D87" w:rsidRDefault="001A7D87" w:rsidP="008B6ED4">
      <w:pPr>
        <w:tabs>
          <w:tab w:val="left" w:pos="851"/>
        </w:tabs>
        <w:jc w:val="both"/>
        <w:rPr>
          <w:rFonts w:ascii="Calibri" w:hAnsi="Calibri" w:cs="Calibri"/>
          <w:sz w:val="22"/>
          <w:szCs w:val="22"/>
        </w:rPr>
      </w:pPr>
    </w:p>
    <w:p w14:paraId="44027671" w14:textId="77777777" w:rsidR="003A4B8F" w:rsidRPr="000C2C28" w:rsidRDefault="003A4B8F" w:rsidP="008B6ED4">
      <w:pPr>
        <w:tabs>
          <w:tab w:val="left" w:pos="851"/>
        </w:tabs>
        <w:jc w:val="both"/>
        <w:rPr>
          <w:rFonts w:ascii="Calibri" w:hAnsi="Calibri" w:cs="Calibri"/>
          <w:sz w:val="22"/>
          <w:szCs w:val="22"/>
        </w:rPr>
      </w:pPr>
    </w:p>
    <w:p w14:paraId="2D86B50D" w14:textId="77777777"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23DC920F" w14:textId="77777777" w:rsidR="000C2C28" w:rsidRPr="000C2C28" w:rsidRDefault="000C2C28" w:rsidP="000C2C28">
      <w:pPr>
        <w:jc w:val="both"/>
        <w:rPr>
          <w:rFonts w:ascii="Calibri" w:hAnsi="Calibri" w:cs="Calibri"/>
          <w:b/>
          <w:bCs/>
          <w:sz w:val="22"/>
          <w:szCs w:val="22"/>
        </w:rPr>
      </w:pPr>
    </w:p>
    <w:p w14:paraId="5FDC1739" w14:textId="77777777" w:rsidR="000C2C28" w:rsidRPr="000C2C28" w:rsidRDefault="000C2C28" w:rsidP="000C2C28">
      <w:pPr>
        <w:jc w:val="both"/>
        <w:rPr>
          <w:rFonts w:ascii="Calibri" w:hAnsi="Calibri" w:cs="Calibri"/>
          <w:b/>
          <w:bCs/>
          <w:sz w:val="22"/>
          <w:szCs w:val="22"/>
        </w:rPr>
      </w:pPr>
    </w:p>
    <w:p w14:paraId="1973D461" w14:textId="77777777"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0BA74B95" w14:textId="77777777" w:rsidR="000C2C28" w:rsidRPr="000C2C28" w:rsidRDefault="000C2C28" w:rsidP="000C2C28">
      <w:pPr>
        <w:jc w:val="both"/>
        <w:rPr>
          <w:rFonts w:ascii="Calibri" w:hAnsi="Calibri" w:cs="Calibri"/>
          <w:sz w:val="22"/>
          <w:szCs w:val="22"/>
        </w:rPr>
      </w:pPr>
    </w:p>
    <w:p w14:paraId="2C0B4B67"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485871B4" w14:textId="77777777" w:rsidR="000C2C28" w:rsidRPr="000C2C28" w:rsidRDefault="000C2C28" w:rsidP="000C2C28">
      <w:pPr>
        <w:ind w:left="567"/>
        <w:jc w:val="both"/>
        <w:rPr>
          <w:rFonts w:ascii="Calibri" w:hAnsi="Calibri" w:cs="Calibri"/>
          <w:sz w:val="22"/>
          <w:szCs w:val="22"/>
        </w:rPr>
      </w:pPr>
    </w:p>
    <w:p w14:paraId="040EE494"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4A63C19B" w14:textId="77777777" w:rsidR="000C2C28" w:rsidRPr="000C2C28" w:rsidRDefault="000C2C28" w:rsidP="000C2C28">
      <w:pPr>
        <w:ind w:left="567"/>
        <w:jc w:val="both"/>
        <w:rPr>
          <w:rFonts w:ascii="Calibri" w:hAnsi="Calibri" w:cs="Calibri"/>
          <w:sz w:val="22"/>
          <w:szCs w:val="22"/>
        </w:rPr>
      </w:pPr>
    </w:p>
    <w:p w14:paraId="700727DB" w14:textId="77777777" w:rsidR="001A7D87" w:rsidRPr="00B609B3" w:rsidRDefault="001A7D87" w:rsidP="006C4338">
      <w:pPr>
        <w:tabs>
          <w:tab w:val="left" w:pos="851"/>
        </w:tabs>
        <w:rPr>
          <w:rFonts w:ascii="Calibri" w:hAnsi="Calibri" w:cs="Calibri"/>
          <w:sz w:val="22"/>
          <w:szCs w:val="22"/>
        </w:rPr>
      </w:pPr>
    </w:p>
    <w:p w14:paraId="5D90E083" w14:textId="77777777" w:rsidR="001A7D87" w:rsidRDefault="001A7D87" w:rsidP="006C4338">
      <w:pPr>
        <w:tabs>
          <w:tab w:val="left" w:pos="851"/>
        </w:tabs>
        <w:rPr>
          <w:rFonts w:ascii="Calibri" w:hAnsi="Calibri" w:cs="Calibri"/>
          <w:sz w:val="22"/>
          <w:szCs w:val="22"/>
        </w:rPr>
      </w:pPr>
    </w:p>
    <w:p w14:paraId="1A01E76C" w14:textId="77777777" w:rsidR="00B609B3" w:rsidRDefault="00B609B3" w:rsidP="006C4338">
      <w:pPr>
        <w:tabs>
          <w:tab w:val="left" w:pos="851"/>
        </w:tabs>
        <w:rPr>
          <w:rFonts w:ascii="Calibri" w:hAnsi="Calibri" w:cs="Calibri"/>
          <w:sz w:val="22"/>
          <w:szCs w:val="22"/>
        </w:rPr>
      </w:pPr>
    </w:p>
    <w:p w14:paraId="5617C7F1" w14:textId="77777777" w:rsidR="00B609B3" w:rsidRPr="00B609B3" w:rsidRDefault="00B609B3" w:rsidP="006C4338">
      <w:pPr>
        <w:tabs>
          <w:tab w:val="left" w:pos="851"/>
        </w:tabs>
        <w:rPr>
          <w:rFonts w:ascii="Calibri" w:hAnsi="Calibri" w:cs="Calibri"/>
          <w:sz w:val="22"/>
          <w:szCs w:val="22"/>
        </w:rPr>
      </w:pPr>
    </w:p>
    <w:p w14:paraId="695E3ABF"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5F009531"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3468508B" w14:textId="77777777" w:rsidR="001A7D87" w:rsidRPr="001A7D87" w:rsidRDefault="001A7D87" w:rsidP="001A7D87">
      <w:pPr>
        <w:spacing w:before="120"/>
        <w:jc w:val="both"/>
        <w:rPr>
          <w:rFonts w:ascii="Calibri" w:hAnsi="Calibri" w:cs="Calibri"/>
          <w:i/>
          <w:iCs/>
        </w:rPr>
      </w:pPr>
    </w:p>
    <w:p w14:paraId="20E6B2E0"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w:t>
      </w:r>
      <w:r w:rsidRPr="001A7D87">
        <w:rPr>
          <w:rFonts w:ascii="Calibri" w:hAnsi="Calibri" w:cs="Calibri"/>
          <w:i/>
          <w:iCs/>
        </w:rPr>
        <w:lastRenderedPageBreak/>
        <w:t>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4D68EEB3" w14:textId="77777777" w:rsidR="001A7D87" w:rsidRPr="001A7D87" w:rsidRDefault="001A7D87" w:rsidP="001A7D87">
      <w:pPr>
        <w:spacing w:before="120"/>
        <w:jc w:val="both"/>
        <w:rPr>
          <w:rFonts w:ascii="Calibri" w:hAnsi="Calibri" w:cs="Calibri"/>
          <w:i/>
          <w:iCs/>
        </w:rPr>
      </w:pPr>
    </w:p>
    <w:p w14:paraId="4D9A3320"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2FA83442" w14:textId="77777777" w:rsidR="00E37FD2" w:rsidRDefault="00E37FD2" w:rsidP="006C4338">
      <w:pPr>
        <w:tabs>
          <w:tab w:val="left" w:pos="851"/>
        </w:tabs>
        <w:rPr>
          <w:rFonts w:ascii="Calibri" w:hAnsi="Calibri" w:cs="Calibri"/>
          <w:sz w:val="22"/>
          <w:szCs w:val="22"/>
        </w:rPr>
      </w:pPr>
    </w:p>
    <w:p w14:paraId="62E99573"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5621B171" w14:textId="77777777" w:rsidTr="0085762A">
        <w:trPr>
          <w:trHeight w:val="540"/>
          <w:jc w:val="center"/>
        </w:trPr>
        <w:tc>
          <w:tcPr>
            <w:tcW w:w="1986" w:type="dxa"/>
            <w:shd w:val="clear" w:color="auto" w:fill="CCECFF"/>
            <w:vAlign w:val="center"/>
          </w:tcPr>
          <w:p w14:paraId="361755F0"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3848A703"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563BFB3A"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204FA244" w14:textId="77777777" w:rsidTr="0085762A">
        <w:trPr>
          <w:trHeight w:val="2218"/>
          <w:jc w:val="center"/>
        </w:trPr>
        <w:tc>
          <w:tcPr>
            <w:tcW w:w="1986" w:type="dxa"/>
            <w:vMerge w:val="restart"/>
            <w:vAlign w:val="center"/>
          </w:tcPr>
          <w:p w14:paraId="65A11FEE"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7152CC2B"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106F7E3E"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204AC44D"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6F598527"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856186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9F4507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CC0900C"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7262DE85" w14:textId="77777777" w:rsidR="0085762A" w:rsidRPr="0085762A" w:rsidRDefault="0085762A" w:rsidP="0085762A">
            <w:pPr>
              <w:spacing w:beforeLines="40" w:before="96" w:afterLines="40" w:after="96"/>
              <w:ind w:right="170"/>
              <w:rPr>
                <w:rFonts w:ascii="Calibri" w:hAnsi="Calibri" w:cs="Calibri"/>
                <w:sz w:val="22"/>
                <w:szCs w:val="22"/>
              </w:rPr>
            </w:pPr>
          </w:p>
          <w:p w14:paraId="55FF7D11" w14:textId="77777777" w:rsidR="0085762A" w:rsidRPr="0085762A" w:rsidRDefault="0085762A" w:rsidP="0085762A">
            <w:pPr>
              <w:spacing w:beforeLines="40" w:before="96" w:afterLines="40" w:after="96"/>
              <w:ind w:right="170"/>
              <w:rPr>
                <w:rFonts w:ascii="Calibri" w:hAnsi="Calibri" w:cs="Calibri"/>
                <w:sz w:val="22"/>
                <w:szCs w:val="22"/>
              </w:rPr>
            </w:pPr>
          </w:p>
          <w:p w14:paraId="456DCC9E"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7BFECA2A" w14:textId="77777777" w:rsidTr="0085762A">
        <w:trPr>
          <w:trHeight w:val="3555"/>
          <w:jc w:val="center"/>
        </w:trPr>
        <w:tc>
          <w:tcPr>
            <w:tcW w:w="1986" w:type="dxa"/>
            <w:vMerge/>
            <w:vAlign w:val="center"/>
          </w:tcPr>
          <w:p w14:paraId="2A10CE84"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61CF6030"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6BAA0127"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73FB2EB3"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063B7AD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2E4870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41C5011"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D3844B6"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2B0DE3A" w14:textId="77777777" w:rsidR="0085762A" w:rsidRPr="0085762A" w:rsidRDefault="0085762A" w:rsidP="0085762A">
            <w:pPr>
              <w:spacing w:beforeLines="40" w:before="96" w:afterLines="40" w:after="96"/>
              <w:ind w:right="170"/>
              <w:rPr>
                <w:rFonts w:ascii="Calibri" w:hAnsi="Calibri" w:cs="Calibri"/>
                <w:sz w:val="22"/>
                <w:szCs w:val="22"/>
              </w:rPr>
            </w:pPr>
          </w:p>
          <w:p w14:paraId="5649FDF5" w14:textId="77777777" w:rsidR="0085762A" w:rsidRPr="0085762A" w:rsidRDefault="0085762A" w:rsidP="0085762A">
            <w:pPr>
              <w:spacing w:beforeLines="40" w:before="96" w:afterLines="40" w:after="96"/>
              <w:ind w:right="170"/>
              <w:rPr>
                <w:rFonts w:ascii="Calibri" w:hAnsi="Calibri" w:cs="Calibri"/>
                <w:sz w:val="22"/>
                <w:szCs w:val="22"/>
              </w:rPr>
            </w:pPr>
          </w:p>
          <w:p w14:paraId="6FA08442"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36B61C25" w14:textId="77777777" w:rsidTr="0085762A">
        <w:trPr>
          <w:trHeight w:val="4455"/>
          <w:jc w:val="center"/>
        </w:trPr>
        <w:tc>
          <w:tcPr>
            <w:tcW w:w="1986" w:type="dxa"/>
            <w:vMerge/>
            <w:vAlign w:val="center"/>
          </w:tcPr>
          <w:p w14:paraId="789EA690"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7968E582"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xml:space="preserve">. </w:t>
            </w:r>
            <w:proofErr w:type="gramStart"/>
            <w:r w:rsidRPr="0085762A">
              <w:rPr>
                <w:rFonts w:ascii="Calibri" w:hAnsi="Calibri" w:cs="Calibri"/>
                <w:sz w:val="22"/>
                <w:szCs w:val="22"/>
              </w:rPr>
              <w:t>du</w:t>
            </w:r>
            <w:proofErr w:type="gramEnd"/>
            <w:r w:rsidRPr="0085762A">
              <w:rPr>
                <w:rFonts w:ascii="Calibri" w:hAnsi="Calibri" w:cs="Calibri"/>
                <w:sz w:val="22"/>
                <w:szCs w:val="22"/>
              </w:rPr>
              <w:t xml:space="preserve">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4839AE87"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67E94616"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B329A0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F4CB951"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1D6E351D"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7F86776"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7FA5F01B" w14:textId="77777777" w:rsidR="0085762A" w:rsidRPr="0085762A" w:rsidRDefault="0085762A" w:rsidP="0085762A">
            <w:pPr>
              <w:spacing w:beforeLines="40" w:before="96" w:afterLines="40" w:after="96"/>
              <w:ind w:right="170"/>
              <w:rPr>
                <w:rFonts w:ascii="Calibri" w:hAnsi="Calibri" w:cs="Calibri"/>
                <w:sz w:val="22"/>
                <w:szCs w:val="22"/>
              </w:rPr>
            </w:pPr>
          </w:p>
          <w:p w14:paraId="1BF93EA3" w14:textId="77777777" w:rsidR="0085762A" w:rsidRPr="0085762A" w:rsidRDefault="0085762A" w:rsidP="0085762A">
            <w:pPr>
              <w:spacing w:beforeLines="40" w:before="96" w:afterLines="40" w:after="96"/>
              <w:ind w:right="170"/>
              <w:rPr>
                <w:rFonts w:ascii="Calibri" w:hAnsi="Calibri" w:cs="Calibri"/>
                <w:sz w:val="22"/>
                <w:szCs w:val="22"/>
              </w:rPr>
            </w:pPr>
          </w:p>
          <w:p w14:paraId="43E4AC63"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4AF57A00" w14:textId="77777777" w:rsidTr="0085762A">
        <w:trPr>
          <w:trHeight w:val="1785"/>
          <w:jc w:val="center"/>
        </w:trPr>
        <w:tc>
          <w:tcPr>
            <w:tcW w:w="1986" w:type="dxa"/>
            <w:vAlign w:val="center"/>
          </w:tcPr>
          <w:p w14:paraId="03628A8A"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76699477"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4B718C3F"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5E1E1FD5"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44B80B2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39038F8"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EE67A9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AF95C9A"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2B625BCF" w14:textId="77777777" w:rsidR="0085762A" w:rsidRPr="0085762A" w:rsidRDefault="0085762A" w:rsidP="0085762A">
            <w:pPr>
              <w:spacing w:beforeLines="40" w:before="96" w:afterLines="40" w:after="96"/>
              <w:ind w:right="170"/>
              <w:rPr>
                <w:rFonts w:ascii="Calibri" w:hAnsi="Calibri" w:cs="Calibri"/>
                <w:sz w:val="22"/>
                <w:szCs w:val="22"/>
              </w:rPr>
            </w:pPr>
          </w:p>
          <w:p w14:paraId="7768E232" w14:textId="77777777" w:rsidR="0085762A" w:rsidRPr="0085762A" w:rsidRDefault="0085762A" w:rsidP="0085762A">
            <w:pPr>
              <w:spacing w:beforeLines="40" w:before="96" w:afterLines="40" w:after="96"/>
              <w:ind w:right="170"/>
              <w:rPr>
                <w:rFonts w:ascii="Calibri" w:hAnsi="Calibri" w:cs="Calibri"/>
                <w:sz w:val="22"/>
                <w:szCs w:val="22"/>
              </w:rPr>
            </w:pPr>
          </w:p>
          <w:p w14:paraId="0DBA9BBE"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7A50867C" w14:textId="77777777" w:rsidTr="000B22AE">
        <w:trPr>
          <w:trHeight w:val="2741"/>
          <w:jc w:val="center"/>
        </w:trPr>
        <w:tc>
          <w:tcPr>
            <w:tcW w:w="1986" w:type="dxa"/>
            <w:vAlign w:val="center"/>
          </w:tcPr>
          <w:p w14:paraId="465631C2"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73BFBE8F"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1DFE610C"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42DDCED1"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52541060" w14:textId="77777777" w:rsidR="0085762A" w:rsidRPr="0085762A" w:rsidRDefault="0085762A" w:rsidP="0085762A">
            <w:pPr>
              <w:spacing w:beforeLines="40" w:before="96" w:afterLines="40" w:after="96"/>
              <w:ind w:left="170" w:right="170"/>
              <w:jc w:val="both"/>
              <w:rPr>
                <w:rFonts w:ascii="Calibri" w:hAnsi="Calibri" w:cs="Calibri"/>
              </w:rPr>
            </w:pPr>
          </w:p>
          <w:p w14:paraId="7E0514A7" w14:textId="77777777" w:rsidR="0085762A" w:rsidRPr="0085762A" w:rsidRDefault="0085762A" w:rsidP="0085762A">
            <w:pPr>
              <w:spacing w:beforeLines="40" w:before="96" w:afterLines="40" w:after="96"/>
              <w:ind w:left="170" w:right="170"/>
              <w:jc w:val="both"/>
              <w:rPr>
                <w:rFonts w:ascii="Calibri" w:hAnsi="Calibri" w:cs="Calibri"/>
              </w:rPr>
            </w:pPr>
          </w:p>
          <w:p w14:paraId="23F64C72" w14:textId="77777777" w:rsidR="0085762A" w:rsidRPr="0085762A" w:rsidRDefault="0085762A" w:rsidP="0085762A">
            <w:pPr>
              <w:spacing w:beforeLines="40" w:before="96" w:afterLines="40" w:after="96"/>
              <w:ind w:left="170" w:right="170"/>
              <w:jc w:val="both"/>
              <w:rPr>
                <w:rFonts w:ascii="Calibri" w:hAnsi="Calibri" w:cs="Calibri"/>
              </w:rPr>
            </w:pPr>
          </w:p>
          <w:p w14:paraId="3ADF7BF8"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2AA3A8AB" w14:textId="77777777" w:rsidR="0085762A" w:rsidRPr="0085762A" w:rsidRDefault="0085762A" w:rsidP="0085762A">
            <w:pPr>
              <w:spacing w:beforeLines="40" w:before="96" w:afterLines="40" w:after="96"/>
              <w:ind w:right="170"/>
              <w:rPr>
                <w:rFonts w:ascii="Calibri" w:hAnsi="Calibri" w:cs="Calibri"/>
              </w:rPr>
            </w:pPr>
          </w:p>
          <w:p w14:paraId="638A7E36" w14:textId="77777777" w:rsidR="0085762A" w:rsidRPr="0085762A" w:rsidRDefault="0085762A" w:rsidP="0085762A">
            <w:pPr>
              <w:spacing w:beforeLines="40" w:before="96" w:afterLines="40" w:after="96"/>
              <w:ind w:right="170"/>
              <w:rPr>
                <w:rFonts w:ascii="Calibri" w:hAnsi="Calibri" w:cs="Calibri"/>
              </w:rPr>
            </w:pPr>
          </w:p>
          <w:p w14:paraId="5318D281" w14:textId="77777777" w:rsidR="0085762A" w:rsidRPr="0085762A" w:rsidRDefault="0085762A" w:rsidP="0085762A">
            <w:pPr>
              <w:spacing w:beforeLines="40" w:before="96" w:afterLines="40" w:after="96"/>
              <w:ind w:right="170"/>
              <w:rPr>
                <w:rFonts w:ascii="Calibri" w:hAnsi="Calibri" w:cs="Calibri"/>
              </w:rPr>
            </w:pPr>
          </w:p>
        </w:tc>
      </w:tr>
    </w:tbl>
    <w:p w14:paraId="7E444B43" w14:textId="77777777" w:rsidR="0085762A" w:rsidRDefault="0085762A" w:rsidP="006C4338">
      <w:pPr>
        <w:tabs>
          <w:tab w:val="left" w:pos="851"/>
        </w:tabs>
        <w:rPr>
          <w:rFonts w:ascii="Calibri" w:hAnsi="Calibri" w:cs="Calibri"/>
          <w:sz w:val="22"/>
          <w:szCs w:val="22"/>
        </w:rPr>
      </w:pPr>
    </w:p>
    <w:p w14:paraId="1D08523C" w14:textId="77777777" w:rsidR="00B609B3" w:rsidRDefault="00B609B3" w:rsidP="006C4338">
      <w:pPr>
        <w:tabs>
          <w:tab w:val="left" w:pos="851"/>
        </w:tabs>
        <w:rPr>
          <w:rFonts w:ascii="Calibri" w:hAnsi="Calibri" w:cs="Calibri"/>
          <w:sz w:val="22"/>
          <w:szCs w:val="22"/>
        </w:rPr>
      </w:pPr>
    </w:p>
    <w:p w14:paraId="63479C3D" w14:textId="77777777" w:rsidR="00B609B3" w:rsidRPr="00B609B3" w:rsidRDefault="00B609B3" w:rsidP="00B609B3">
      <w:pPr>
        <w:tabs>
          <w:tab w:val="left" w:pos="-142"/>
          <w:tab w:val="left" w:pos="4111"/>
        </w:tabs>
        <w:rPr>
          <w:rFonts w:ascii="Calibri" w:hAnsi="Calibri" w:cs="Calibri"/>
          <w:b/>
          <w:bCs/>
        </w:rPr>
      </w:pPr>
    </w:p>
    <w:p w14:paraId="4D41C533"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6F3704B9" w14:textId="77777777" w:rsidR="00B609B3" w:rsidRPr="00B609B3" w:rsidRDefault="00B609B3" w:rsidP="00B609B3">
      <w:pPr>
        <w:tabs>
          <w:tab w:val="left" w:pos="-142"/>
          <w:tab w:val="left" w:pos="4111"/>
        </w:tabs>
        <w:jc w:val="both"/>
        <w:rPr>
          <w:rFonts w:ascii="Calibri" w:hAnsi="Calibri" w:cs="Calibri"/>
          <w:b/>
          <w:bCs/>
          <w:sz w:val="22"/>
          <w:szCs w:val="22"/>
        </w:rPr>
      </w:pPr>
    </w:p>
    <w:p w14:paraId="2CBD2D30" w14:textId="7777777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707B4734" w14:textId="77777777" w:rsidR="00B609B3" w:rsidRPr="00B609B3" w:rsidRDefault="00B609B3" w:rsidP="00B609B3">
      <w:pPr>
        <w:tabs>
          <w:tab w:val="left" w:pos="0"/>
          <w:tab w:val="left" w:pos="2160"/>
        </w:tabs>
        <w:jc w:val="both"/>
        <w:rPr>
          <w:rFonts w:ascii="Calibri" w:hAnsi="Calibri" w:cs="Calibri"/>
          <w:i/>
          <w:iCs/>
          <w:sz w:val="22"/>
          <w:szCs w:val="22"/>
        </w:rPr>
      </w:pPr>
    </w:p>
    <w:p w14:paraId="44677BA5"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50FF3631" w14:textId="77777777" w:rsidR="00B609B3" w:rsidRPr="00B609B3" w:rsidRDefault="00B609B3" w:rsidP="00B609B3">
      <w:pPr>
        <w:tabs>
          <w:tab w:val="left" w:pos="2160"/>
        </w:tabs>
        <w:ind w:left="284"/>
        <w:jc w:val="both"/>
        <w:rPr>
          <w:rFonts w:ascii="Calibri" w:hAnsi="Calibri" w:cs="Calibri"/>
          <w:iCs/>
          <w:sz w:val="22"/>
          <w:szCs w:val="22"/>
        </w:rPr>
      </w:pPr>
    </w:p>
    <w:p w14:paraId="69CEDA0D" w14:textId="77777777" w:rsidR="00B609B3" w:rsidRPr="00B609B3" w:rsidRDefault="00B609B3" w:rsidP="00B609B3">
      <w:pPr>
        <w:tabs>
          <w:tab w:val="left" w:pos="2160"/>
        </w:tabs>
        <w:ind w:left="284"/>
        <w:jc w:val="both"/>
        <w:rPr>
          <w:rFonts w:ascii="Calibri" w:hAnsi="Calibri" w:cs="Calibri"/>
          <w:iCs/>
          <w:sz w:val="22"/>
          <w:szCs w:val="22"/>
        </w:rPr>
      </w:pPr>
    </w:p>
    <w:p w14:paraId="3F902646" w14:textId="77777777" w:rsidR="00B609B3" w:rsidRPr="00B609B3" w:rsidRDefault="00B609B3" w:rsidP="00B609B3">
      <w:pPr>
        <w:tabs>
          <w:tab w:val="left" w:pos="2160"/>
        </w:tabs>
        <w:ind w:left="284"/>
        <w:jc w:val="both"/>
        <w:rPr>
          <w:rFonts w:ascii="Calibri" w:hAnsi="Calibri" w:cs="Calibri"/>
          <w:iCs/>
          <w:sz w:val="22"/>
          <w:szCs w:val="22"/>
        </w:rPr>
      </w:pPr>
    </w:p>
    <w:p w14:paraId="18192772"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180AF5FE" w14:textId="777777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78BBFE0" w14:textId="77777777" w:rsidR="00B609B3" w:rsidRPr="00B609B3" w:rsidRDefault="00B609B3" w:rsidP="00B609B3">
      <w:pPr>
        <w:tabs>
          <w:tab w:val="left" w:pos="2160"/>
        </w:tabs>
        <w:ind w:left="284"/>
        <w:jc w:val="both"/>
        <w:rPr>
          <w:rFonts w:ascii="Calibri" w:hAnsi="Calibri" w:cs="Calibri"/>
          <w:iCs/>
          <w:sz w:val="22"/>
          <w:szCs w:val="22"/>
        </w:rPr>
      </w:pPr>
    </w:p>
    <w:p w14:paraId="474CF3D4" w14:textId="77777777" w:rsidR="00B609B3" w:rsidRPr="00B609B3" w:rsidRDefault="00B609B3" w:rsidP="00B609B3">
      <w:pPr>
        <w:tabs>
          <w:tab w:val="left" w:pos="2160"/>
        </w:tabs>
        <w:ind w:left="284"/>
        <w:jc w:val="both"/>
        <w:rPr>
          <w:rFonts w:ascii="Calibri" w:hAnsi="Calibri" w:cs="Calibri"/>
          <w:iCs/>
          <w:sz w:val="22"/>
          <w:szCs w:val="22"/>
        </w:rPr>
      </w:pPr>
    </w:p>
    <w:p w14:paraId="6E32E4CE" w14:textId="77777777" w:rsidR="00B609B3" w:rsidRPr="00B609B3" w:rsidRDefault="00B609B3" w:rsidP="00B609B3">
      <w:pPr>
        <w:tabs>
          <w:tab w:val="left" w:pos="2160"/>
        </w:tabs>
        <w:ind w:left="284"/>
        <w:jc w:val="both"/>
        <w:rPr>
          <w:rFonts w:ascii="Calibri" w:hAnsi="Calibri" w:cs="Calibri"/>
          <w:iCs/>
          <w:sz w:val="22"/>
          <w:szCs w:val="22"/>
        </w:rPr>
      </w:pPr>
    </w:p>
    <w:p w14:paraId="3180960B"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2D08EA5B"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4A136E0A"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66714C53"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2389EC10"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7D31E877"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7EB02872"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470C8A23"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471C29C5"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1E7B483B"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A8EB4DB" w14:textId="77777777"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4FBD22F4" w14:textId="77777777" w:rsidR="00B609B3" w:rsidRPr="00B609B3" w:rsidRDefault="00B609B3" w:rsidP="00B609B3">
      <w:pPr>
        <w:tabs>
          <w:tab w:val="left" w:pos="0"/>
          <w:tab w:val="left" w:pos="2160"/>
        </w:tabs>
        <w:jc w:val="both"/>
        <w:rPr>
          <w:rFonts w:ascii="Calibri" w:hAnsi="Calibri" w:cs="Calibri"/>
          <w:i/>
          <w:iCs/>
          <w:sz w:val="22"/>
          <w:szCs w:val="22"/>
        </w:rPr>
      </w:pPr>
    </w:p>
    <w:p w14:paraId="25F2CBF9"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6E87E76C" w14:textId="77777777"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6EC5FD83" w14:textId="77777777" w:rsidR="00B609B3" w:rsidRPr="00B609B3" w:rsidRDefault="00B609B3" w:rsidP="00B609B3">
      <w:pPr>
        <w:tabs>
          <w:tab w:val="left" w:pos="0"/>
          <w:tab w:val="left" w:pos="2160"/>
        </w:tabs>
        <w:jc w:val="both"/>
        <w:rPr>
          <w:rFonts w:ascii="Calibri" w:hAnsi="Calibri" w:cs="Calibri"/>
          <w:i/>
          <w:iCs/>
          <w:sz w:val="22"/>
          <w:szCs w:val="22"/>
        </w:rPr>
      </w:pPr>
    </w:p>
    <w:p w14:paraId="3C9B7E5B" w14:textId="77777777" w:rsidR="0085762A" w:rsidRDefault="0085762A" w:rsidP="006C4338">
      <w:pPr>
        <w:tabs>
          <w:tab w:val="left" w:pos="851"/>
        </w:tabs>
        <w:rPr>
          <w:rFonts w:ascii="Calibri" w:hAnsi="Calibri" w:cs="Calibri"/>
          <w:sz w:val="22"/>
          <w:szCs w:val="22"/>
        </w:rPr>
      </w:pPr>
    </w:p>
    <w:p w14:paraId="344B34F6" w14:textId="77777777"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3DC0F1CC" w14:textId="77777777" w:rsidTr="00E943C0">
        <w:tc>
          <w:tcPr>
            <w:tcW w:w="10277" w:type="dxa"/>
            <w:shd w:val="clear" w:color="auto" w:fill="66CCFF"/>
          </w:tcPr>
          <w:p w14:paraId="443B9B48" w14:textId="77777777"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lastRenderedPageBreak/>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2E08F461" w14:textId="77777777" w:rsidR="00C5703F" w:rsidRPr="0008002A" w:rsidRDefault="00C5703F" w:rsidP="00C5703F">
      <w:pPr>
        <w:tabs>
          <w:tab w:val="left" w:pos="851"/>
        </w:tabs>
        <w:rPr>
          <w:rFonts w:ascii="Calibri" w:hAnsi="Calibri" w:cs="Calibri"/>
          <w:sz w:val="22"/>
          <w:szCs w:val="22"/>
        </w:rPr>
      </w:pPr>
    </w:p>
    <w:p w14:paraId="2893FBD7"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50312F56" w14:textId="77777777" w:rsidR="004C5D18" w:rsidRPr="004C5D18" w:rsidRDefault="004C5D18" w:rsidP="004C5D18">
      <w:pPr>
        <w:rPr>
          <w:rFonts w:ascii="Calibri" w:hAnsi="Calibri" w:cs="Calibri"/>
          <w:sz w:val="22"/>
          <w:szCs w:val="22"/>
        </w:rPr>
      </w:pPr>
    </w:p>
    <w:p w14:paraId="09F1D3FB" w14:textId="77777777"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1D5E0094" w14:textId="77777777" w:rsidR="004C5D18" w:rsidRPr="00EA74B6" w:rsidRDefault="004C5D18" w:rsidP="004C5D18">
      <w:pPr>
        <w:jc w:val="both"/>
        <w:rPr>
          <w:rFonts w:ascii="Calibri" w:hAnsi="Calibri" w:cs="Calibri"/>
          <w:sz w:val="22"/>
          <w:szCs w:val="22"/>
        </w:rPr>
      </w:pPr>
    </w:p>
    <w:p w14:paraId="3A48F0AD" w14:textId="77777777" w:rsidR="004C5D18" w:rsidRPr="00EA74B6" w:rsidRDefault="004C5D18" w:rsidP="004C5D18">
      <w:pPr>
        <w:jc w:val="both"/>
        <w:rPr>
          <w:rFonts w:ascii="Calibri" w:hAnsi="Calibri" w:cs="Calibri"/>
          <w:sz w:val="22"/>
          <w:szCs w:val="22"/>
        </w:rPr>
      </w:pPr>
    </w:p>
    <w:p w14:paraId="1B45FE8F" w14:textId="77777777" w:rsidR="004C5D18" w:rsidRPr="00EA74B6" w:rsidRDefault="004C5D18" w:rsidP="004C5D18">
      <w:pPr>
        <w:jc w:val="both"/>
        <w:rPr>
          <w:rFonts w:ascii="Calibri" w:hAnsi="Calibri" w:cs="Calibri"/>
          <w:sz w:val="22"/>
          <w:szCs w:val="22"/>
        </w:rPr>
      </w:pPr>
    </w:p>
    <w:p w14:paraId="67436207" w14:textId="77777777" w:rsidR="004C5D18" w:rsidRDefault="004C5D18" w:rsidP="004C5D18">
      <w:pPr>
        <w:jc w:val="both"/>
        <w:rPr>
          <w:rFonts w:ascii="Calibri" w:hAnsi="Calibri" w:cs="Calibri"/>
          <w:sz w:val="22"/>
          <w:szCs w:val="22"/>
        </w:rPr>
      </w:pPr>
    </w:p>
    <w:p w14:paraId="1F149B95" w14:textId="77777777" w:rsidR="00EA74B6" w:rsidRPr="00EA74B6" w:rsidRDefault="00EA74B6" w:rsidP="004C5D18">
      <w:pPr>
        <w:jc w:val="both"/>
        <w:rPr>
          <w:rFonts w:ascii="Calibri" w:hAnsi="Calibri" w:cs="Calibri"/>
          <w:sz w:val="22"/>
          <w:szCs w:val="22"/>
        </w:rPr>
      </w:pPr>
    </w:p>
    <w:p w14:paraId="74A17253" w14:textId="77777777"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70ABDA21" w14:textId="77777777" w:rsidR="004C5D18" w:rsidRPr="00EA74B6" w:rsidRDefault="004C5D18" w:rsidP="004C5D18">
      <w:pPr>
        <w:jc w:val="both"/>
        <w:rPr>
          <w:rFonts w:ascii="Calibri" w:hAnsi="Calibri" w:cs="Calibri"/>
          <w:iCs/>
          <w:sz w:val="22"/>
          <w:szCs w:val="22"/>
        </w:rPr>
      </w:pPr>
    </w:p>
    <w:p w14:paraId="0BDC071F" w14:textId="77777777" w:rsidR="004C5D18" w:rsidRPr="00EA74B6" w:rsidRDefault="004C5D18" w:rsidP="004C5D18">
      <w:pPr>
        <w:jc w:val="both"/>
        <w:rPr>
          <w:rFonts w:ascii="Calibri" w:hAnsi="Calibri" w:cs="Calibri"/>
          <w:iCs/>
          <w:sz w:val="22"/>
          <w:szCs w:val="22"/>
        </w:rPr>
      </w:pPr>
    </w:p>
    <w:p w14:paraId="1309EFBB" w14:textId="77777777" w:rsidR="004C5D18" w:rsidRDefault="004C5D18" w:rsidP="004C5D18">
      <w:pPr>
        <w:jc w:val="both"/>
        <w:rPr>
          <w:rFonts w:ascii="Calibri" w:hAnsi="Calibri" w:cs="Calibri"/>
          <w:iCs/>
          <w:sz w:val="22"/>
          <w:szCs w:val="22"/>
        </w:rPr>
      </w:pPr>
    </w:p>
    <w:p w14:paraId="7F3E86A3" w14:textId="77777777" w:rsidR="00EA74B6" w:rsidRPr="00EA74B6" w:rsidRDefault="00EA74B6" w:rsidP="004C5D18">
      <w:pPr>
        <w:jc w:val="both"/>
        <w:rPr>
          <w:rFonts w:ascii="Calibri" w:hAnsi="Calibri" w:cs="Calibri"/>
          <w:iCs/>
          <w:sz w:val="22"/>
          <w:szCs w:val="22"/>
        </w:rPr>
      </w:pPr>
    </w:p>
    <w:p w14:paraId="1CC013C7" w14:textId="77777777" w:rsidR="004C5D18" w:rsidRPr="00EA74B6" w:rsidRDefault="004C5D18" w:rsidP="004C5D18">
      <w:pPr>
        <w:jc w:val="both"/>
        <w:rPr>
          <w:rFonts w:ascii="Calibri" w:hAnsi="Calibri" w:cs="Calibri"/>
          <w:iCs/>
          <w:sz w:val="22"/>
          <w:szCs w:val="22"/>
        </w:rPr>
      </w:pPr>
    </w:p>
    <w:p w14:paraId="0FC376D0" w14:textId="77777777" w:rsidR="004C5D18" w:rsidRPr="00EA74B6" w:rsidRDefault="004C5D18" w:rsidP="004C5D18">
      <w:pPr>
        <w:jc w:val="both"/>
        <w:rPr>
          <w:rFonts w:ascii="Calibri" w:hAnsi="Calibri" w:cs="Calibri"/>
          <w:iCs/>
          <w:sz w:val="22"/>
          <w:szCs w:val="22"/>
        </w:rPr>
      </w:pPr>
    </w:p>
    <w:p w14:paraId="58B1C1E8" w14:textId="77777777" w:rsidR="004C5D18" w:rsidRPr="00EA74B6" w:rsidRDefault="004C5D18" w:rsidP="004C5D18">
      <w:pPr>
        <w:jc w:val="both"/>
        <w:rPr>
          <w:rFonts w:ascii="Calibri" w:hAnsi="Calibri" w:cs="Calibri"/>
          <w:iCs/>
          <w:sz w:val="22"/>
          <w:szCs w:val="22"/>
        </w:rPr>
      </w:pPr>
    </w:p>
    <w:p w14:paraId="3668D1E6" w14:textId="77777777" w:rsidR="004C5D18" w:rsidRPr="00EA74B6" w:rsidRDefault="004C5D18" w:rsidP="004C5D18">
      <w:pPr>
        <w:rPr>
          <w:rFonts w:ascii="Calibri" w:hAnsi="Calibri" w:cs="Calibri"/>
          <w:iCs/>
          <w:sz w:val="22"/>
          <w:szCs w:val="22"/>
        </w:rPr>
      </w:pPr>
    </w:p>
    <w:p w14:paraId="6E493E9E" w14:textId="77777777" w:rsidR="004C5D18" w:rsidRPr="00EA74B6" w:rsidRDefault="004C5D18" w:rsidP="004C5D18">
      <w:pPr>
        <w:rPr>
          <w:rFonts w:ascii="Calibri" w:hAnsi="Calibri" w:cs="Calibri"/>
          <w:iCs/>
          <w:sz w:val="22"/>
          <w:szCs w:val="22"/>
        </w:rPr>
      </w:pPr>
    </w:p>
    <w:p w14:paraId="0AF419FB" w14:textId="77777777"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519558EC" w14:textId="77777777"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69812C0D" w14:textId="77777777" w:rsidR="004C5D18" w:rsidRPr="004C5D18" w:rsidRDefault="004C5D18" w:rsidP="004C5D18">
      <w:pPr>
        <w:jc w:val="both"/>
        <w:rPr>
          <w:rFonts w:ascii="Calibri" w:hAnsi="Calibri" w:cs="Calibri"/>
          <w:sz w:val="22"/>
          <w:szCs w:val="22"/>
        </w:rPr>
      </w:pPr>
    </w:p>
    <w:p w14:paraId="1B83D228"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2B21FD6F" w14:textId="77777777" w:rsidR="004C5D18" w:rsidRPr="004C5D18" w:rsidRDefault="004C5D18" w:rsidP="004C5D18">
      <w:pPr>
        <w:ind w:left="284"/>
        <w:jc w:val="both"/>
        <w:rPr>
          <w:rFonts w:ascii="Calibri" w:hAnsi="Calibri" w:cs="Calibri"/>
          <w:sz w:val="22"/>
          <w:szCs w:val="22"/>
        </w:rPr>
      </w:pPr>
    </w:p>
    <w:p w14:paraId="520447F1" w14:textId="77777777" w:rsidR="004C5D18" w:rsidRPr="004C5D18" w:rsidRDefault="004C5D18" w:rsidP="004C5D18">
      <w:pPr>
        <w:ind w:left="284"/>
        <w:jc w:val="both"/>
        <w:rPr>
          <w:rFonts w:ascii="Calibri" w:hAnsi="Calibri" w:cs="Calibri"/>
          <w:sz w:val="22"/>
          <w:szCs w:val="22"/>
        </w:rPr>
      </w:pPr>
    </w:p>
    <w:p w14:paraId="0948C05F" w14:textId="77777777" w:rsidR="004C5D18" w:rsidRPr="004C5D18" w:rsidRDefault="004C5D18" w:rsidP="004C5D18">
      <w:pPr>
        <w:ind w:left="284"/>
        <w:jc w:val="both"/>
        <w:rPr>
          <w:rFonts w:ascii="Calibri" w:hAnsi="Calibri" w:cs="Calibri"/>
          <w:sz w:val="22"/>
          <w:szCs w:val="22"/>
        </w:rPr>
      </w:pPr>
    </w:p>
    <w:p w14:paraId="4708AB7E"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32A7D658" w14:textId="77777777" w:rsidR="004C5D18" w:rsidRPr="004C5D18" w:rsidRDefault="004C5D18" w:rsidP="004C5D18">
      <w:pPr>
        <w:ind w:left="284"/>
        <w:jc w:val="both"/>
        <w:rPr>
          <w:rFonts w:ascii="Calibri" w:hAnsi="Calibri" w:cs="Calibri"/>
          <w:sz w:val="22"/>
          <w:szCs w:val="22"/>
        </w:rPr>
      </w:pPr>
    </w:p>
    <w:p w14:paraId="6BD6B214" w14:textId="77777777" w:rsidR="008D3410" w:rsidRPr="004C5D18" w:rsidRDefault="008D3410" w:rsidP="006C4338">
      <w:pPr>
        <w:tabs>
          <w:tab w:val="left" w:pos="851"/>
        </w:tabs>
        <w:rPr>
          <w:rFonts w:ascii="Calibri" w:hAnsi="Calibri" w:cs="Calibri"/>
          <w:sz w:val="22"/>
          <w:szCs w:val="22"/>
        </w:rPr>
      </w:pPr>
    </w:p>
    <w:p w14:paraId="267A8761"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64A2FFD7" w14:textId="77777777" w:rsidTr="00312B80">
        <w:tc>
          <w:tcPr>
            <w:tcW w:w="10331" w:type="dxa"/>
            <w:shd w:val="clear" w:color="auto" w:fill="66CCFF"/>
          </w:tcPr>
          <w:p w14:paraId="45A84D1C"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lastRenderedPageBreak/>
              <w:t>F - Renseignements relatifs à la capacité économique et financière du candidat individuel ou du membre du groupement</w:t>
            </w:r>
          </w:p>
        </w:tc>
      </w:tr>
    </w:tbl>
    <w:p w14:paraId="5C3DBEAF" w14:textId="77777777" w:rsidR="00AB78D3" w:rsidRPr="00AB78D3" w:rsidRDefault="00AB78D3" w:rsidP="00AB78D3">
      <w:pPr>
        <w:tabs>
          <w:tab w:val="left" w:pos="0"/>
          <w:tab w:val="left" w:pos="2160"/>
        </w:tabs>
        <w:jc w:val="both"/>
        <w:rPr>
          <w:rFonts w:ascii="Calibri" w:hAnsi="Calibri" w:cs="Calibri"/>
          <w:i/>
          <w:iCs/>
          <w:sz w:val="22"/>
          <w:szCs w:val="22"/>
        </w:rPr>
      </w:pPr>
    </w:p>
    <w:p w14:paraId="47C928C6" w14:textId="77777777"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0B2E0EAC" w14:textId="77777777" w:rsidR="00AB78D3" w:rsidRPr="00AB78D3" w:rsidRDefault="00AB78D3" w:rsidP="00AB78D3">
      <w:pPr>
        <w:ind w:left="284"/>
        <w:rPr>
          <w:rFonts w:ascii="Calibri" w:hAnsi="Calibri" w:cs="Calibri"/>
          <w:sz w:val="22"/>
          <w:szCs w:val="22"/>
        </w:rPr>
      </w:pPr>
    </w:p>
    <w:p w14:paraId="00F58EB1"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676FC43C"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67CF23AA" w14:textId="77777777" w:rsidTr="00312B80">
        <w:trPr>
          <w:trHeight w:val="737"/>
        </w:trPr>
        <w:tc>
          <w:tcPr>
            <w:tcW w:w="2566" w:type="dxa"/>
            <w:tcBorders>
              <w:top w:val="single" w:sz="8" w:space="0" w:color="000000"/>
              <w:left w:val="single" w:sz="8" w:space="0" w:color="000000"/>
              <w:bottom w:val="single" w:sz="4" w:space="0" w:color="000000"/>
            </w:tcBorders>
          </w:tcPr>
          <w:p w14:paraId="45C82AE2"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2B21F36C"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50844F79"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7EE9BB9B"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011BC5F6" w14:textId="77777777" w:rsidTr="00312B80">
        <w:trPr>
          <w:trHeight w:val="737"/>
        </w:trPr>
        <w:tc>
          <w:tcPr>
            <w:tcW w:w="2566" w:type="dxa"/>
            <w:tcBorders>
              <w:top w:val="single" w:sz="4" w:space="0" w:color="000000"/>
              <w:left w:val="single" w:sz="8" w:space="0" w:color="000000"/>
              <w:bottom w:val="single" w:sz="8" w:space="0" w:color="000000"/>
            </w:tcBorders>
          </w:tcPr>
          <w:p w14:paraId="1098226D"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376D7821" w14:textId="77777777"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w:t>
            </w:r>
            <w:proofErr w:type="gramStart"/>
            <w:r w:rsidRPr="00AB78D3">
              <w:rPr>
                <w:rFonts w:ascii="Calibri" w:hAnsi="Calibri" w:cs="Calibri"/>
              </w:rPr>
              <w:t>ne</w:t>
            </w:r>
            <w:proofErr w:type="gramEnd"/>
            <w:r w:rsidRPr="00AB78D3">
              <w:rPr>
                <w:rFonts w:ascii="Calibri" w:hAnsi="Calibri" w:cs="Calibri"/>
              </w:rPr>
              <w:t xml:space="preserve"> remplir que pour les exercices pour lesquels ce renseignement est demandé par l’acheteur)</w:t>
            </w:r>
          </w:p>
        </w:tc>
        <w:tc>
          <w:tcPr>
            <w:tcW w:w="2565" w:type="dxa"/>
            <w:tcBorders>
              <w:left w:val="single" w:sz="4" w:space="0" w:color="000000"/>
              <w:bottom w:val="single" w:sz="8" w:space="0" w:color="000000"/>
            </w:tcBorders>
          </w:tcPr>
          <w:p w14:paraId="7DA65D3B" w14:textId="77777777" w:rsidR="00AB78D3" w:rsidRPr="00AB78D3" w:rsidRDefault="00AB78D3" w:rsidP="00AB78D3">
            <w:pPr>
              <w:tabs>
                <w:tab w:val="left" w:pos="864"/>
              </w:tabs>
              <w:snapToGrid w:val="0"/>
              <w:spacing w:before="120" w:after="120"/>
              <w:rPr>
                <w:rFonts w:ascii="Calibri" w:hAnsi="Calibri" w:cs="Calibri"/>
                <w:sz w:val="22"/>
                <w:szCs w:val="22"/>
              </w:rPr>
            </w:pPr>
          </w:p>
          <w:p w14:paraId="72539911"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0C240C1A"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5DF0FCB6"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5BF23B87" w14:textId="77777777" w:rsidTr="00312B80">
        <w:trPr>
          <w:trHeight w:val="737"/>
        </w:trPr>
        <w:tc>
          <w:tcPr>
            <w:tcW w:w="2566" w:type="dxa"/>
            <w:tcBorders>
              <w:left w:val="single" w:sz="8" w:space="0" w:color="000000"/>
              <w:bottom w:val="single" w:sz="8" w:space="0" w:color="000000"/>
            </w:tcBorders>
          </w:tcPr>
          <w:p w14:paraId="21861ACD"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30BEF94D" w14:textId="77777777" w:rsidR="00AB78D3" w:rsidRPr="00AB78D3" w:rsidRDefault="00AB78D3" w:rsidP="00AB78D3">
            <w:pPr>
              <w:tabs>
                <w:tab w:val="left" w:pos="864"/>
              </w:tabs>
              <w:snapToGrid w:val="0"/>
              <w:spacing w:before="120" w:after="120"/>
              <w:rPr>
                <w:rFonts w:ascii="Calibri" w:hAnsi="Calibri" w:cs="Calibri"/>
                <w:sz w:val="22"/>
                <w:szCs w:val="22"/>
              </w:rPr>
            </w:pPr>
          </w:p>
          <w:p w14:paraId="296EC140"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18F86DE9"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0D9D4193"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64E96FE4"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6A766AF5"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76E293EA" w14:textId="77777777" w:rsidR="00AB78D3" w:rsidRPr="00AB78D3" w:rsidRDefault="00AB78D3" w:rsidP="00AB78D3">
      <w:pPr>
        <w:tabs>
          <w:tab w:val="left" w:pos="864"/>
        </w:tabs>
        <w:jc w:val="both"/>
        <w:rPr>
          <w:rFonts w:ascii="Calibri" w:hAnsi="Calibri" w:cs="Calibri"/>
          <w:sz w:val="22"/>
          <w:szCs w:val="22"/>
        </w:rPr>
      </w:pPr>
    </w:p>
    <w:p w14:paraId="6D516B18"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678677EB" w14:textId="77777777" w:rsidR="00AB78D3" w:rsidRPr="00AB78D3" w:rsidRDefault="00AB78D3" w:rsidP="00AB78D3">
      <w:pPr>
        <w:tabs>
          <w:tab w:val="left" w:pos="864"/>
        </w:tabs>
        <w:jc w:val="both"/>
        <w:rPr>
          <w:rFonts w:ascii="Calibri" w:hAnsi="Calibri" w:cs="Calibri"/>
          <w:sz w:val="22"/>
          <w:szCs w:val="22"/>
        </w:rPr>
      </w:pPr>
    </w:p>
    <w:p w14:paraId="2CB36A7C"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7A08D10A" w14:textId="77777777" w:rsidR="00AB78D3" w:rsidRPr="00AB78D3" w:rsidRDefault="00AB78D3" w:rsidP="00AB78D3">
      <w:pPr>
        <w:tabs>
          <w:tab w:val="left" w:pos="864"/>
        </w:tabs>
        <w:jc w:val="both"/>
        <w:rPr>
          <w:rFonts w:ascii="Calibri" w:hAnsi="Calibri" w:cs="Calibri"/>
          <w:sz w:val="22"/>
          <w:szCs w:val="22"/>
        </w:rPr>
      </w:pPr>
    </w:p>
    <w:p w14:paraId="3F485D1A"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56287AA5" w14:textId="77777777"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9F601BA" w14:textId="77777777" w:rsidR="00AB78D3" w:rsidRPr="00AB78D3" w:rsidRDefault="00AB78D3" w:rsidP="00AB78D3">
      <w:pPr>
        <w:tabs>
          <w:tab w:val="left" w:pos="864"/>
        </w:tabs>
        <w:jc w:val="both"/>
        <w:rPr>
          <w:rFonts w:ascii="Calibri" w:hAnsi="Calibri" w:cs="Calibri"/>
          <w:sz w:val="22"/>
          <w:szCs w:val="22"/>
        </w:rPr>
      </w:pPr>
    </w:p>
    <w:p w14:paraId="1DAD2B18" w14:textId="77777777" w:rsidR="00AB78D3" w:rsidRPr="00AB78D3" w:rsidRDefault="00AB78D3" w:rsidP="00AB78D3">
      <w:pPr>
        <w:tabs>
          <w:tab w:val="left" w:pos="864"/>
        </w:tabs>
        <w:jc w:val="both"/>
        <w:rPr>
          <w:rFonts w:ascii="Calibri" w:hAnsi="Calibri" w:cs="Calibri"/>
          <w:sz w:val="22"/>
          <w:szCs w:val="22"/>
        </w:rPr>
      </w:pPr>
    </w:p>
    <w:p w14:paraId="175AE820" w14:textId="77777777" w:rsidR="00AB78D3" w:rsidRPr="00AB78D3" w:rsidRDefault="00AB78D3" w:rsidP="00AB78D3">
      <w:pPr>
        <w:tabs>
          <w:tab w:val="left" w:pos="864"/>
        </w:tabs>
        <w:jc w:val="both"/>
        <w:rPr>
          <w:rFonts w:ascii="Calibri" w:hAnsi="Calibri" w:cs="Calibri"/>
          <w:sz w:val="22"/>
          <w:szCs w:val="22"/>
        </w:rPr>
      </w:pPr>
    </w:p>
    <w:p w14:paraId="1587D424" w14:textId="77777777" w:rsidR="00AB78D3" w:rsidRPr="00AB78D3" w:rsidRDefault="00AB78D3" w:rsidP="00AB78D3">
      <w:pPr>
        <w:tabs>
          <w:tab w:val="left" w:pos="864"/>
        </w:tabs>
        <w:jc w:val="both"/>
        <w:rPr>
          <w:rFonts w:ascii="Calibri" w:hAnsi="Calibri" w:cs="Calibri"/>
          <w:sz w:val="22"/>
          <w:szCs w:val="22"/>
        </w:rPr>
      </w:pPr>
    </w:p>
    <w:p w14:paraId="16E22B9E"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7DB00B43"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65ACF263"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36DBB348" w14:textId="7777777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2579998A" w14:textId="77777777" w:rsidR="00AB78D3" w:rsidRPr="00AB78D3" w:rsidRDefault="00AB78D3" w:rsidP="008B6ED4">
      <w:pPr>
        <w:tabs>
          <w:tab w:val="left" w:pos="0"/>
          <w:tab w:val="left" w:pos="2160"/>
        </w:tabs>
        <w:jc w:val="both"/>
        <w:rPr>
          <w:rFonts w:ascii="Calibri" w:hAnsi="Calibri" w:cs="Calibri"/>
          <w:i/>
          <w:iCs/>
          <w:sz w:val="22"/>
          <w:szCs w:val="22"/>
        </w:rPr>
      </w:pPr>
    </w:p>
    <w:p w14:paraId="45040871" w14:textId="7777777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46C4B190" w14:textId="77777777" w:rsidR="00AB78D3" w:rsidRPr="00AB78D3" w:rsidRDefault="00AB78D3" w:rsidP="008B6ED4">
      <w:pPr>
        <w:tabs>
          <w:tab w:val="left" w:pos="864"/>
        </w:tabs>
        <w:jc w:val="both"/>
        <w:rPr>
          <w:rFonts w:ascii="Calibri" w:hAnsi="Calibri" w:cs="Calibri"/>
          <w:sz w:val="22"/>
          <w:szCs w:val="22"/>
        </w:rPr>
      </w:pPr>
    </w:p>
    <w:p w14:paraId="02DCCB57"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6B717CE7" w14:textId="77777777"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7BD1A1E1" w14:textId="77777777" w:rsidR="00AB78D3" w:rsidRPr="00AB78D3" w:rsidRDefault="00AB78D3" w:rsidP="008B6ED4">
      <w:pPr>
        <w:jc w:val="both"/>
        <w:rPr>
          <w:rFonts w:ascii="Calibri" w:hAnsi="Calibri" w:cs="Calibri"/>
          <w:sz w:val="22"/>
          <w:szCs w:val="22"/>
        </w:rPr>
      </w:pPr>
    </w:p>
    <w:p w14:paraId="343C1E2A"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015DFA9E" w14:textId="77777777" w:rsidR="00AB78D3" w:rsidRPr="00AB78D3" w:rsidRDefault="00AB78D3" w:rsidP="00AB78D3">
      <w:pPr>
        <w:ind w:left="284"/>
        <w:rPr>
          <w:rFonts w:ascii="Calibri" w:hAnsi="Calibri" w:cs="Calibri"/>
          <w:sz w:val="22"/>
          <w:szCs w:val="22"/>
        </w:rPr>
      </w:pPr>
    </w:p>
    <w:p w14:paraId="0D642C35" w14:textId="77777777" w:rsidR="00AB78D3" w:rsidRPr="00AB78D3" w:rsidRDefault="00AB78D3" w:rsidP="00AB78D3">
      <w:pPr>
        <w:ind w:left="284"/>
        <w:rPr>
          <w:rFonts w:ascii="Calibri" w:hAnsi="Calibri" w:cs="Calibri"/>
          <w:sz w:val="22"/>
          <w:szCs w:val="22"/>
        </w:rPr>
      </w:pPr>
    </w:p>
    <w:p w14:paraId="5700B88F"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51B519FB" w14:textId="77777777"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7CE62603" w14:textId="77777777" w:rsidTr="00312B80">
        <w:tc>
          <w:tcPr>
            <w:tcW w:w="10331" w:type="dxa"/>
            <w:shd w:val="clear" w:color="auto" w:fill="66CCFF"/>
          </w:tcPr>
          <w:p w14:paraId="2BB2940B"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lastRenderedPageBreak/>
              <w:t>G - Renseignements relatifs à la capacité technique et professionnelle du candidat individuel ou du membre du groupement</w:t>
            </w:r>
          </w:p>
        </w:tc>
      </w:tr>
    </w:tbl>
    <w:p w14:paraId="244D2DE3" w14:textId="77777777" w:rsidR="00C35077" w:rsidRPr="00C35077" w:rsidRDefault="00C35077" w:rsidP="00C35077">
      <w:pPr>
        <w:tabs>
          <w:tab w:val="left" w:pos="0"/>
          <w:tab w:val="left" w:pos="2160"/>
        </w:tabs>
        <w:jc w:val="both"/>
        <w:rPr>
          <w:rFonts w:ascii="Calibri" w:hAnsi="Calibri" w:cs="Calibri"/>
          <w:i/>
          <w:iCs/>
          <w:sz w:val="22"/>
          <w:szCs w:val="22"/>
        </w:rPr>
      </w:pPr>
    </w:p>
    <w:p w14:paraId="3FE62D6A" w14:textId="77777777"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7C690E13" w14:textId="77777777" w:rsidR="00C35077" w:rsidRPr="00C35077" w:rsidRDefault="00C35077" w:rsidP="00C35077">
      <w:pPr>
        <w:tabs>
          <w:tab w:val="left" w:pos="0"/>
          <w:tab w:val="left" w:pos="2160"/>
        </w:tabs>
        <w:jc w:val="both"/>
        <w:rPr>
          <w:rFonts w:ascii="Calibri" w:hAnsi="Calibri" w:cs="Calibri"/>
          <w:i/>
          <w:iCs/>
          <w:sz w:val="22"/>
          <w:szCs w:val="22"/>
        </w:rPr>
      </w:pPr>
    </w:p>
    <w:p w14:paraId="654DF58C"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7AD1E56E" w14:textId="77777777" w:rsidR="00C35077" w:rsidRPr="00C35077" w:rsidRDefault="00C35077" w:rsidP="00C35077">
      <w:pPr>
        <w:tabs>
          <w:tab w:val="left" w:pos="864"/>
        </w:tabs>
        <w:rPr>
          <w:rFonts w:ascii="Calibri" w:hAnsi="Calibri" w:cs="Calibri"/>
          <w:sz w:val="22"/>
          <w:szCs w:val="22"/>
        </w:rPr>
      </w:pPr>
    </w:p>
    <w:p w14:paraId="615BAA8A" w14:textId="77777777" w:rsidR="00C35077" w:rsidRPr="00C35077" w:rsidRDefault="00C35077" w:rsidP="00C35077">
      <w:pPr>
        <w:tabs>
          <w:tab w:val="left" w:pos="864"/>
        </w:tabs>
        <w:rPr>
          <w:rFonts w:ascii="Calibri" w:hAnsi="Calibri" w:cs="Calibri"/>
          <w:sz w:val="22"/>
          <w:szCs w:val="22"/>
        </w:rPr>
      </w:pPr>
    </w:p>
    <w:p w14:paraId="14AA5A76" w14:textId="77777777" w:rsidR="00C35077" w:rsidRPr="00C35077" w:rsidRDefault="00C35077" w:rsidP="00C35077">
      <w:pPr>
        <w:tabs>
          <w:tab w:val="left" w:pos="864"/>
        </w:tabs>
        <w:rPr>
          <w:rFonts w:ascii="Calibri" w:hAnsi="Calibri" w:cs="Calibri"/>
          <w:sz w:val="22"/>
          <w:szCs w:val="22"/>
        </w:rPr>
      </w:pPr>
    </w:p>
    <w:p w14:paraId="665D0AAD" w14:textId="77777777" w:rsidR="00C35077" w:rsidRPr="00C35077" w:rsidRDefault="00C35077" w:rsidP="00C35077">
      <w:pPr>
        <w:tabs>
          <w:tab w:val="left" w:pos="864"/>
        </w:tabs>
        <w:rPr>
          <w:rFonts w:ascii="Calibri" w:hAnsi="Calibri" w:cs="Calibri"/>
          <w:sz w:val="22"/>
          <w:szCs w:val="22"/>
        </w:rPr>
      </w:pPr>
    </w:p>
    <w:p w14:paraId="1A6F7654" w14:textId="77777777" w:rsidR="00C35077" w:rsidRPr="00C35077" w:rsidRDefault="00C35077" w:rsidP="00C35077">
      <w:pPr>
        <w:tabs>
          <w:tab w:val="left" w:pos="864"/>
        </w:tabs>
        <w:rPr>
          <w:rFonts w:ascii="Calibri" w:hAnsi="Calibri" w:cs="Calibri"/>
          <w:sz w:val="22"/>
          <w:szCs w:val="22"/>
        </w:rPr>
      </w:pPr>
    </w:p>
    <w:p w14:paraId="411B2213" w14:textId="77777777" w:rsidR="00C35077" w:rsidRPr="00C35077" w:rsidRDefault="00C35077" w:rsidP="00C35077">
      <w:pPr>
        <w:tabs>
          <w:tab w:val="left" w:pos="864"/>
        </w:tabs>
        <w:rPr>
          <w:rFonts w:ascii="Calibri" w:hAnsi="Calibri" w:cs="Calibri"/>
          <w:sz w:val="22"/>
          <w:szCs w:val="22"/>
        </w:rPr>
      </w:pPr>
    </w:p>
    <w:p w14:paraId="48F6F729" w14:textId="77777777" w:rsidR="00C35077" w:rsidRPr="00C35077" w:rsidRDefault="00C35077" w:rsidP="00C35077">
      <w:pPr>
        <w:tabs>
          <w:tab w:val="left" w:pos="864"/>
        </w:tabs>
        <w:rPr>
          <w:rFonts w:ascii="Calibri" w:hAnsi="Calibri" w:cs="Calibri"/>
          <w:sz w:val="22"/>
          <w:szCs w:val="22"/>
        </w:rPr>
      </w:pPr>
    </w:p>
    <w:p w14:paraId="4574CBF1" w14:textId="77777777" w:rsidR="00C35077" w:rsidRPr="00C35077" w:rsidRDefault="00C35077" w:rsidP="00C35077">
      <w:pPr>
        <w:tabs>
          <w:tab w:val="left" w:pos="864"/>
        </w:tabs>
        <w:rPr>
          <w:rFonts w:ascii="Calibri" w:hAnsi="Calibri" w:cs="Calibri"/>
          <w:sz w:val="22"/>
          <w:szCs w:val="22"/>
        </w:rPr>
      </w:pPr>
    </w:p>
    <w:p w14:paraId="2CC0B38B" w14:textId="77777777" w:rsidR="00C35077" w:rsidRPr="00C35077" w:rsidRDefault="00C35077" w:rsidP="00C35077">
      <w:pPr>
        <w:tabs>
          <w:tab w:val="left" w:pos="864"/>
        </w:tabs>
        <w:rPr>
          <w:rFonts w:ascii="Calibri" w:hAnsi="Calibri" w:cs="Calibri"/>
          <w:sz w:val="22"/>
          <w:szCs w:val="22"/>
        </w:rPr>
      </w:pPr>
    </w:p>
    <w:p w14:paraId="77B4B0E9" w14:textId="77777777" w:rsidR="00C35077" w:rsidRPr="00C35077" w:rsidRDefault="00C35077" w:rsidP="00C35077">
      <w:pPr>
        <w:tabs>
          <w:tab w:val="left" w:pos="864"/>
        </w:tabs>
        <w:rPr>
          <w:rFonts w:ascii="Calibri" w:hAnsi="Calibri" w:cs="Calibri"/>
          <w:sz w:val="22"/>
          <w:szCs w:val="22"/>
        </w:rPr>
      </w:pPr>
    </w:p>
    <w:p w14:paraId="69F3DD8B" w14:textId="77777777" w:rsidR="00C35077" w:rsidRPr="00C35077" w:rsidRDefault="00C35077" w:rsidP="00C35077">
      <w:pPr>
        <w:tabs>
          <w:tab w:val="left" w:pos="864"/>
        </w:tabs>
        <w:rPr>
          <w:rFonts w:ascii="Calibri" w:hAnsi="Calibri" w:cs="Calibri"/>
          <w:sz w:val="22"/>
          <w:szCs w:val="22"/>
        </w:rPr>
      </w:pPr>
    </w:p>
    <w:p w14:paraId="4B8703EC" w14:textId="77777777" w:rsidR="00C35077" w:rsidRPr="00C35077" w:rsidRDefault="00C35077" w:rsidP="00C35077">
      <w:pPr>
        <w:tabs>
          <w:tab w:val="left" w:pos="864"/>
        </w:tabs>
        <w:rPr>
          <w:rFonts w:ascii="Calibri" w:hAnsi="Calibri" w:cs="Calibri"/>
          <w:sz w:val="22"/>
          <w:szCs w:val="22"/>
        </w:rPr>
      </w:pPr>
    </w:p>
    <w:p w14:paraId="15AE5A31" w14:textId="77777777" w:rsidR="00C35077" w:rsidRPr="00C35077" w:rsidRDefault="00C35077" w:rsidP="00C35077">
      <w:pPr>
        <w:tabs>
          <w:tab w:val="left" w:pos="864"/>
        </w:tabs>
        <w:rPr>
          <w:rFonts w:ascii="Calibri" w:hAnsi="Calibri" w:cs="Calibri"/>
          <w:sz w:val="22"/>
          <w:szCs w:val="22"/>
        </w:rPr>
      </w:pPr>
    </w:p>
    <w:p w14:paraId="5CC6BB07" w14:textId="77777777"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4F01E258" w14:textId="77777777" w:rsidR="00C35077" w:rsidRPr="00C35077" w:rsidRDefault="00C35077" w:rsidP="00C35077">
      <w:pPr>
        <w:tabs>
          <w:tab w:val="left" w:pos="864"/>
        </w:tabs>
        <w:rPr>
          <w:rFonts w:ascii="Calibri" w:hAnsi="Calibri" w:cs="Calibri"/>
          <w:sz w:val="22"/>
          <w:szCs w:val="22"/>
        </w:rPr>
      </w:pPr>
    </w:p>
    <w:p w14:paraId="16552BE7"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5C81FFE7" w14:textId="77777777"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02432999" w14:textId="77777777" w:rsidR="00C35077" w:rsidRPr="00C35077" w:rsidRDefault="00C35077" w:rsidP="00C35077">
      <w:pPr>
        <w:tabs>
          <w:tab w:val="left" w:pos="864"/>
          <w:tab w:val="center" w:pos="4536"/>
          <w:tab w:val="right" w:pos="9072"/>
        </w:tabs>
        <w:rPr>
          <w:rFonts w:ascii="Calibri" w:hAnsi="Calibri" w:cs="Calibri"/>
          <w:sz w:val="22"/>
          <w:szCs w:val="22"/>
        </w:rPr>
      </w:pPr>
    </w:p>
    <w:p w14:paraId="659F7C8A"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3279AF8D" w14:textId="77777777" w:rsidR="00C35077" w:rsidRPr="00C35077" w:rsidRDefault="00C35077" w:rsidP="00C35077">
      <w:pPr>
        <w:tabs>
          <w:tab w:val="left" w:pos="864"/>
          <w:tab w:val="center" w:pos="4536"/>
          <w:tab w:val="right" w:pos="9072"/>
        </w:tabs>
        <w:rPr>
          <w:rFonts w:ascii="Calibri" w:hAnsi="Calibri" w:cs="Calibri"/>
          <w:sz w:val="22"/>
          <w:szCs w:val="22"/>
        </w:rPr>
      </w:pPr>
    </w:p>
    <w:p w14:paraId="0150708B" w14:textId="77777777" w:rsidR="00C35077" w:rsidRPr="00C35077" w:rsidRDefault="00C35077" w:rsidP="00C35077">
      <w:pPr>
        <w:tabs>
          <w:tab w:val="left" w:pos="864"/>
          <w:tab w:val="center" w:pos="4536"/>
          <w:tab w:val="right" w:pos="9072"/>
        </w:tabs>
        <w:rPr>
          <w:rFonts w:ascii="Calibri" w:hAnsi="Calibri" w:cs="Calibri"/>
          <w:sz w:val="22"/>
          <w:szCs w:val="22"/>
        </w:rPr>
      </w:pPr>
    </w:p>
    <w:p w14:paraId="05FA4071" w14:textId="77777777" w:rsidR="00C35077" w:rsidRPr="00C35077" w:rsidRDefault="00C35077" w:rsidP="00C35077">
      <w:pPr>
        <w:tabs>
          <w:tab w:val="left" w:pos="864"/>
          <w:tab w:val="center" w:pos="4536"/>
          <w:tab w:val="right" w:pos="9072"/>
        </w:tabs>
        <w:rPr>
          <w:rFonts w:ascii="Calibri" w:hAnsi="Calibri" w:cs="Calibri"/>
          <w:sz w:val="22"/>
          <w:szCs w:val="22"/>
        </w:rPr>
      </w:pPr>
    </w:p>
    <w:p w14:paraId="6C86EE84"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0F791D86" w14:textId="77777777" w:rsidR="00C35077" w:rsidRPr="00C35077" w:rsidRDefault="00C35077" w:rsidP="00C35077">
      <w:pPr>
        <w:tabs>
          <w:tab w:val="left" w:pos="864"/>
          <w:tab w:val="center" w:pos="4536"/>
          <w:tab w:val="right" w:pos="9072"/>
        </w:tabs>
        <w:rPr>
          <w:rFonts w:ascii="Calibri" w:hAnsi="Calibri" w:cs="Calibri"/>
          <w:sz w:val="22"/>
          <w:szCs w:val="22"/>
        </w:rPr>
      </w:pPr>
    </w:p>
    <w:p w14:paraId="346E508F" w14:textId="77777777" w:rsidR="00C35077" w:rsidRPr="00C35077" w:rsidRDefault="00C35077" w:rsidP="00C35077">
      <w:pPr>
        <w:tabs>
          <w:tab w:val="left" w:pos="864"/>
          <w:tab w:val="center" w:pos="4536"/>
          <w:tab w:val="right" w:pos="9072"/>
        </w:tabs>
        <w:rPr>
          <w:rFonts w:ascii="Calibri" w:hAnsi="Calibri" w:cs="Calibri"/>
          <w:sz w:val="22"/>
          <w:szCs w:val="22"/>
        </w:rPr>
      </w:pPr>
    </w:p>
    <w:p w14:paraId="07153E3E" w14:textId="77777777" w:rsidR="004C5D18" w:rsidRDefault="004C5D18" w:rsidP="006C4338">
      <w:pPr>
        <w:tabs>
          <w:tab w:val="left" w:pos="851"/>
        </w:tabs>
        <w:rPr>
          <w:rFonts w:ascii="Calibri" w:hAnsi="Calibri" w:cs="Calibri"/>
          <w:sz w:val="22"/>
          <w:szCs w:val="22"/>
        </w:rPr>
      </w:pPr>
    </w:p>
    <w:p w14:paraId="55017E27"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1504ED68" w14:textId="77777777" w:rsidTr="00312B80">
        <w:tc>
          <w:tcPr>
            <w:tcW w:w="10331" w:type="dxa"/>
            <w:shd w:val="clear" w:color="auto" w:fill="66CCFF"/>
          </w:tcPr>
          <w:p w14:paraId="35518FC3"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lastRenderedPageBreak/>
              <w:t>H - Capacités des opérateurs économiques sur lesquels le candidat individuel ou le membre du groupement s’appuie pour présenter sa candidature</w:t>
            </w:r>
          </w:p>
        </w:tc>
      </w:tr>
    </w:tbl>
    <w:p w14:paraId="79145FC8"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1DAB73EB"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558AC660" w14:textId="77777777" w:rsidR="00C02BD7" w:rsidRPr="00C02BD7" w:rsidRDefault="00C02BD7" w:rsidP="00C02BD7">
      <w:pPr>
        <w:tabs>
          <w:tab w:val="left" w:pos="576"/>
        </w:tabs>
        <w:spacing w:before="120"/>
        <w:jc w:val="both"/>
        <w:rPr>
          <w:rFonts w:ascii="Calibri" w:hAnsi="Calibri" w:cs="Calibri"/>
          <w:iCs/>
          <w:sz w:val="22"/>
          <w:szCs w:val="22"/>
        </w:rPr>
      </w:pPr>
    </w:p>
    <w:p w14:paraId="47E94012" w14:textId="77777777" w:rsidR="00C02BD7" w:rsidRPr="00C02BD7" w:rsidRDefault="00C02BD7" w:rsidP="00C02BD7">
      <w:pPr>
        <w:tabs>
          <w:tab w:val="left" w:pos="576"/>
        </w:tabs>
        <w:rPr>
          <w:rFonts w:ascii="Calibri" w:hAnsi="Calibri" w:cs="Calibri"/>
          <w:iCs/>
          <w:sz w:val="22"/>
          <w:szCs w:val="22"/>
        </w:rPr>
      </w:pPr>
    </w:p>
    <w:p w14:paraId="5A4BBB4B"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265D1466" w14:textId="77777777"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5BE452F6"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46247B86" w14:textId="77777777" w:rsidTr="00C02BD7">
        <w:trPr>
          <w:trHeight w:val="1200"/>
        </w:trPr>
        <w:tc>
          <w:tcPr>
            <w:tcW w:w="832" w:type="dxa"/>
            <w:tcBorders>
              <w:top w:val="single" w:sz="4" w:space="0" w:color="000000"/>
              <w:left w:val="single" w:sz="4" w:space="0" w:color="000000"/>
            </w:tcBorders>
            <w:vAlign w:val="center"/>
          </w:tcPr>
          <w:p w14:paraId="614F9343"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44D160C2" w14:textId="77777777" w:rsidR="00C02BD7" w:rsidRPr="00C02BD7" w:rsidRDefault="00C02BD7" w:rsidP="00C02BD7">
            <w:pPr>
              <w:jc w:val="center"/>
              <w:rPr>
                <w:rFonts w:ascii="Calibri" w:hAnsi="Calibri" w:cs="Calibri"/>
                <w:b/>
                <w:sz w:val="22"/>
                <w:szCs w:val="22"/>
              </w:rPr>
            </w:pPr>
            <w:proofErr w:type="gramStart"/>
            <w:r w:rsidRPr="00C02BD7">
              <w:rPr>
                <w:rFonts w:ascii="Calibri" w:hAnsi="Calibri" w:cs="Calibri"/>
                <w:b/>
                <w:sz w:val="22"/>
                <w:szCs w:val="22"/>
              </w:rPr>
              <w:t>du</w:t>
            </w:r>
            <w:proofErr w:type="gramEnd"/>
          </w:p>
          <w:p w14:paraId="2F79D023"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6F32AA80"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05C3DDE6" w14:textId="77777777"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6A9A6DA1" w14:textId="77777777" w:rsidTr="00C02BD7">
        <w:trPr>
          <w:trHeight w:val="1021"/>
        </w:trPr>
        <w:tc>
          <w:tcPr>
            <w:tcW w:w="832" w:type="dxa"/>
            <w:tcBorders>
              <w:left w:val="single" w:sz="4" w:space="0" w:color="000000"/>
              <w:bottom w:val="single" w:sz="4" w:space="0" w:color="000000"/>
            </w:tcBorders>
            <w:shd w:val="clear" w:color="auto" w:fill="CCECFF"/>
          </w:tcPr>
          <w:p w14:paraId="00A39BA6"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1F96EC39"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7BF11408" w14:textId="77777777" w:rsidR="00C02BD7" w:rsidRPr="00C02BD7" w:rsidRDefault="00C02BD7" w:rsidP="00C02BD7">
            <w:pPr>
              <w:snapToGrid w:val="0"/>
              <w:jc w:val="both"/>
              <w:rPr>
                <w:rFonts w:ascii="Calibri" w:hAnsi="Calibri" w:cs="Calibri"/>
                <w:sz w:val="22"/>
                <w:szCs w:val="22"/>
              </w:rPr>
            </w:pPr>
          </w:p>
        </w:tc>
      </w:tr>
      <w:tr w:rsidR="00C02BD7" w:rsidRPr="00C02BD7" w14:paraId="5E53DCC2" w14:textId="77777777" w:rsidTr="00C02BD7">
        <w:trPr>
          <w:trHeight w:val="1021"/>
        </w:trPr>
        <w:tc>
          <w:tcPr>
            <w:tcW w:w="832" w:type="dxa"/>
            <w:tcBorders>
              <w:top w:val="single" w:sz="4" w:space="0" w:color="000000"/>
              <w:left w:val="single" w:sz="4" w:space="0" w:color="000000"/>
            </w:tcBorders>
          </w:tcPr>
          <w:p w14:paraId="416C9F51"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7F28BA7E"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58876C55" w14:textId="77777777" w:rsidR="00C02BD7" w:rsidRPr="00C02BD7" w:rsidRDefault="00C02BD7" w:rsidP="00C02BD7">
            <w:pPr>
              <w:snapToGrid w:val="0"/>
              <w:jc w:val="both"/>
              <w:rPr>
                <w:rFonts w:ascii="Calibri" w:hAnsi="Calibri" w:cs="Calibri"/>
                <w:sz w:val="22"/>
                <w:szCs w:val="22"/>
              </w:rPr>
            </w:pPr>
          </w:p>
        </w:tc>
      </w:tr>
      <w:tr w:rsidR="00C02BD7" w:rsidRPr="00C02BD7" w14:paraId="47BC1A5D" w14:textId="77777777" w:rsidTr="00C02BD7">
        <w:trPr>
          <w:trHeight w:val="1021"/>
        </w:trPr>
        <w:tc>
          <w:tcPr>
            <w:tcW w:w="832" w:type="dxa"/>
            <w:tcBorders>
              <w:left w:val="single" w:sz="4" w:space="0" w:color="000000"/>
              <w:bottom w:val="single" w:sz="4" w:space="0" w:color="000000"/>
            </w:tcBorders>
            <w:shd w:val="clear" w:color="auto" w:fill="CCECFF"/>
          </w:tcPr>
          <w:p w14:paraId="5248DD2F"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05A44B1"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20A145E" w14:textId="77777777" w:rsidR="00C02BD7" w:rsidRPr="00C02BD7" w:rsidRDefault="00C02BD7" w:rsidP="00C02BD7">
            <w:pPr>
              <w:snapToGrid w:val="0"/>
              <w:jc w:val="both"/>
              <w:rPr>
                <w:rFonts w:ascii="Calibri" w:hAnsi="Calibri" w:cs="Calibri"/>
                <w:sz w:val="22"/>
                <w:szCs w:val="22"/>
              </w:rPr>
            </w:pPr>
          </w:p>
        </w:tc>
      </w:tr>
      <w:tr w:rsidR="00C02BD7" w:rsidRPr="00C02BD7" w14:paraId="4525D30D" w14:textId="77777777" w:rsidTr="00C02BD7">
        <w:trPr>
          <w:trHeight w:val="1021"/>
        </w:trPr>
        <w:tc>
          <w:tcPr>
            <w:tcW w:w="832" w:type="dxa"/>
            <w:tcBorders>
              <w:top w:val="single" w:sz="4" w:space="0" w:color="000000"/>
              <w:left w:val="single" w:sz="4" w:space="0" w:color="000000"/>
            </w:tcBorders>
          </w:tcPr>
          <w:p w14:paraId="164C2ED0"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03ACB0EA"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130BC233" w14:textId="77777777" w:rsidR="00C02BD7" w:rsidRPr="00C02BD7" w:rsidRDefault="00C02BD7" w:rsidP="00C02BD7">
            <w:pPr>
              <w:snapToGrid w:val="0"/>
              <w:jc w:val="both"/>
              <w:rPr>
                <w:rFonts w:ascii="Calibri" w:hAnsi="Calibri" w:cs="Calibri"/>
                <w:sz w:val="22"/>
                <w:szCs w:val="22"/>
              </w:rPr>
            </w:pPr>
          </w:p>
        </w:tc>
      </w:tr>
      <w:tr w:rsidR="00C02BD7" w:rsidRPr="00C02BD7" w14:paraId="011EEFAF" w14:textId="77777777" w:rsidTr="00C02BD7">
        <w:trPr>
          <w:trHeight w:val="1021"/>
        </w:trPr>
        <w:tc>
          <w:tcPr>
            <w:tcW w:w="832" w:type="dxa"/>
            <w:tcBorders>
              <w:left w:val="single" w:sz="4" w:space="0" w:color="000000"/>
              <w:bottom w:val="single" w:sz="4" w:space="0" w:color="000000"/>
            </w:tcBorders>
            <w:shd w:val="clear" w:color="auto" w:fill="CCECFF"/>
          </w:tcPr>
          <w:p w14:paraId="571E8039"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4829F721"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0CFA8076" w14:textId="77777777" w:rsidR="00C02BD7" w:rsidRPr="00C02BD7" w:rsidRDefault="00C02BD7" w:rsidP="00C02BD7">
            <w:pPr>
              <w:snapToGrid w:val="0"/>
              <w:jc w:val="both"/>
              <w:rPr>
                <w:rFonts w:ascii="Calibri" w:hAnsi="Calibri" w:cs="Calibri"/>
                <w:sz w:val="22"/>
                <w:szCs w:val="22"/>
              </w:rPr>
            </w:pPr>
          </w:p>
        </w:tc>
      </w:tr>
      <w:tr w:rsidR="00C02BD7" w:rsidRPr="00C02BD7" w14:paraId="4C2B7C55" w14:textId="77777777" w:rsidTr="00C02BD7">
        <w:trPr>
          <w:trHeight w:val="1021"/>
        </w:trPr>
        <w:tc>
          <w:tcPr>
            <w:tcW w:w="832" w:type="dxa"/>
            <w:tcBorders>
              <w:top w:val="single" w:sz="4" w:space="0" w:color="000000"/>
              <w:left w:val="single" w:sz="4" w:space="0" w:color="000000"/>
            </w:tcBorders>
          </w:tcPr>
          <w:p w14:paraId="1ADDC4A0"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48CCDC82"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763436E9" w14:textId="77777777" w:rsidR="00C02BD7" w:rsidRPr="00C02BD7" w:rsidRDefault="00C02BD7" w:rsidP="00C02BD7">
            <w:pPr>
              <w:snapToGrid w:val="0"/>
              <w:jc w:val="both"/>
              <w:rPr>
                <w:rFonts w:ascii="Calibri" w:hAnsi="Calibri" w:cs="Calibri"/>
                <w:sz w:val="22"/>
                <w:szCs w:val="22"/>
              </w:rPr>
            </w:pPr>
          </w:p>
        </w:tc>
      </w:tr>
      <w:tr w:rsidR="00C02BD7" w:rsidRPr="00C02BD7" w14:paraId="60A1D83C" w14:textId="77777777" w:rsidTr="00C02BD7">
        <w:trPr>
          <w:trHeight w:val="1021"/>
        </w:trPr>
        <w:tc>
          <w:tcPr>
            <w:tcW w:w="832" w:type="dxa"/>
            <w:tcBorders>
              <w:left w:val="single" w:sz="4" w:space="0" w:color="000000"/>
              <w:bottom w:val="single" w:sz="4" w:space="0" w:color="000000"/>
            </w:tcBorders>
            <w:shd w:val="clear" w:color="auto" w:fill="CCECFF"/>
          </w:tcPr>
          <w:p w14:paraId="3B4DB41A"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F032083"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26031DFA" w14:textId="77777777" w:rsidR="00C02BD7" w:rsidRPr="00C02BD7" w:rsidRDefault="00C02BD7" w:rsidP="00C02BD7">
            <w:pPr>
              <w:snapToGrid w:val="0"/>
              <w:jc w:val="both"/>
              <w:rPr>
                <w:rFonts w:ascii="Calibri" w:hAnsi="Calibri" w:cs="Calibri"/>
                <w:sz w:val="22"/>
                <w:szCs w:val="22"/>
              </w:rPr>
            </w:pPr>
          </w:p>
        </w:tc>
      </w:tr>
      <w:tr w:rsidR="00C02BD7" w:rsidRPr="00C02BD7" w14:paraId="06BA04AA" w14:textId="77777777" w:rsidTr="00C02BD7">
        <w:trPr>
          <w:trHeight w:val="1021"/>
        </w:trPr>
        <w:tc>
          <w:tcPr>
            <w:tcW w:w="832" w:type="dxa"/>
            <w:tcBorders>
              <w:top w:val="single" w:sz="4" w:space="0" w:color="000000"/>
              <w:left w:val="single" w:sz="4" w:space="0" w:color="000000"/>
            </w:tcBorders>
          </w:tcPr>
          <w:p w14:paraId="3BF15C86"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5775BA5"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3F03900C" w14:textId="77777777" w:rsidR="00C02BD7" w:rsidRPr="00C02BD7" w:rsidRDefault="00C02BD7" w:rsidP="00C02BD7">
            <w:pPr>
              <w:snapToGrid w:val="0"/>
              <w:jc w:val="both"/>
              <w:rPr>
                <w:rFonts w:ascii="Calibri" w:hAnsi="Calibri" w:cs="Calibri"/>
                <w:sz w:val="22"/>
                <w:szCs w:val="22"/>
              </w:rPr>
            </w:pPr>
          </w:p>
        </w:tc>
      </w:tr>
      <w:tr w:rsidR="00C02BD7" w:rsidRPr="00C02BD7" w14:paraId="1757318E" w14:textId="77777777" w:rsidTr="00C02BD7">
        <w:trPr>
          <w:trHeight w:val="1021"/>
        </w:trPr>
        <w:tc>
          <w:tcPr>
            <w:tcW w:w="832" w:type="dxa"/>
            <w:tcBorders>
              <w:left w:val="single" w:sz="4" w:space="0" w:color="000000"/>
              <w:bottom w:val="single" w:sz="4" w:space="0" w:color="000000"/>
            </w:tcBorders>
            <w:shd w:val="clear" w:color="auto" w:fill="CCECFF"/>
          </w:tcPr>
          <w:p w14:paraId="29519B3E"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3ABD56D1"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0CB859BC" w14:textId="77777777" w:rsidR="00C02BD7" w:rsidRPr="00C02BD7" w:rsidRDefault="00C02BD7" w:rsidP="00C02BD7">
            <w:pPr>
              <w:snapToGrid w:val="0"/>
              <w:jc w:val="both"/>
              <w:rPr>
                <w:rFonts w:ascii="Calibri" w:hAnsi="Calibri" w:cs="Calibri"/>
                <w:sz w:val="22"/>
                <w:szCs w:val="22"/>
              </w:rPr>
            </w:pPr>
          </w:p>
        </w:tc>
      </w:tr>
    </w:tbl>
    <w:p w14:paraId="0714C72B"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43296109"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257C7AC0"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337DE17B" w14:textId="77777777" w:rsidR="00C02BD7" w:rsidRPr="00C02BD7" w:rsidRDefault="00C02BD7" w:rsidP="006C4338">
      <w:pPr>
        <w:tabs>
          <w:tab w:val="left" w:pos="851"/>
        </w:tabs>
        <w:rPr>
          <w:rFonts w:ascii="Calibri" w:hAnsi="Calibri" w:cs="Calibri"/>
          <w:sz w:val="22"/>
          <w:szCs w:val="22"/>
        </w:rPr>
      </w:pPr>
    </w:p>
    <w:sectPr w:rsidR="00C02BD7" w:rsidRPr="00C02BD7">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676E4" w14:textId="77777777" w:rsidR="008621A9" w:rsidRDefault="008621A9">
      <w:r>
        <w:separator/>
      </w:r>
    </w:p>
  </w:endnote>
  <w:endnote w:type="continuationSeparator" w:id="0">
    <w:p w14:paraId="5B7BA49F" w14:textId="77777777" w:rsidR="008621A9" w:rsidRDefault="0086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74A164C8" w14:textId="77777777" w:rsidTr="00375A35">
      <w:tc>
        <w:tcPr>
          <w:tcW w:w="2119" w:type="pct"/>
          <w:vAlign w:val="center"/>
        </w:tcPr>
        <w:p w14:paraId="1AE9078A" w14:textId="77777777" w:rsidR="0008002A" w:rsidRPr="00010CB4" w:rsidRDefault="0008002A" w:rsidP="00375A35">
          <w:pPr>
            <w:pStyle w:val="Pieddepage"/>
            <w:rPr>
              <w:rFonts w:ascii="Calibri" w:hAnsi="Calibri" w:cs="Calibri"/>
            </w:rPr>
          </w:pPr>
          <w:r w:rsidRPr="00010CB4">
            <w:rPr>
              <w:rFonts w:ascii="Calibri" w:hAnsi="Calibri" w:cs="Calibri"/>
            </w:rPr>
            <w:t>DC</w:t>
          </w:r>
          <w:r w:rsidR="007D2E17" w:rsidRPr="00010CB4">
            <w:rPr>
              <w:rFonts w:ascii="Calibri" w:hAnsi="Calibri" w:cs="Calibri"/>
            </w:rPr>
            <w:t>2</w:t>
          </w:r>
          <w:r w:rsidRPr="00010CB4">
            <w:rPr>
              <w:rFonts w:ascii="Calibri" w:hAnsi="Calibri" w:cs="Calibri"/>
            </w:rPr>
            <w:t xml:space="preserve"> – </w:t>
          </w:r>
          <w:r w:rsidR="007D2E17" w:rsidRPr="00010CB4">
            <w:rPr>
              <w:rFonts w:ascii="Calibri" w:hAnsi="Calibri" w:cs="Calibri"/>
            </w:rPr>
            <w:t>Déclaration du candidat</w:t>
          </w:r>
        </w:p>
        <w:p w14:paraId="78D2F05A" w14:textId="5B322C5E" w:rsidR="00375A35" w:rsidRPr="00010CB4" w:rsidRDefault="0008002A" w:rsidP="00375A35">
          <w:pPr>
            <w:pStyle w:val="Pieddepage"/>
            <w:rPr>
              <w:rFonts w:ascii="Calibri" w:hAnsi="Calibri" w:cs="Calibri"/>
            </w:rPr>
          </w:pPr>
          <w:r w:rsidRPr="00010CB4">
            <w:rPr>
              <w:rFonts w:ascii="Calibri" w:hAnsi="Calibri" w:cs="Calibri"/>
            </w:rPr>
            <w:t>Consultation</w:t>
          </w:r>
          <w:r w:rsidR="00375A35" w:rsidRPr="00010CB4">
            <w:rPr>
              <w:rFonts w:ascii="Calibri" w:hAnsi="Calibri" w:cs="Calibri"/>
            </w:rPr>
            <w:t xml:space="preserve"> n° 20</w:t>
          </w:r>
          <w:r w:rsidR="00010CB4" w:rsidRPr="00010CB4">
            <w:rPr>
              <w:rFonts w:ascii="Calibri" w:hAnsi="Calibri" w:cs="Calibri"/>
            </w:rPr>
            <w:t>26</w:t>
          </w:r>
          <w:r w:rsidR="00375A35" w:rsidRPr="00010CB4">
            <w:rPr>
              <w:rFonts w:ascii="Calibri" w:hAnsi="Calibri" w:cs="Calibri"/>
            </w:rPr>
            <w:t>DG</w:t>
          </w:r>
          <w:r w:rsidR="00010CB4" w:rsidRPr="00010CB4">
            <w:rPr>
              <w:rFonts w:ascii="Calibri" w:hAnsi="Calibri" w:cs="Calibri"/>
            </w:rPr>
            <w:t>18</w:t>
          </w:r>
        </w:p>
      </w:tc>
      <w:tc>
        <w:tcPr>
          <w:tcW w:w="687" w:type="pct"/>
          <w:vAlign w:val="center"/>
        </w:tcPr>
        <w:p w14:paraId="4F5BA7E0"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0A442DE5" w14:textId="77777777"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7F072B">
            <w:rPr>
              <w:rFonts w:ascii="Calibri" w:hAnsi="Calibri" w:cs="Calibri"/>
            </w:rPr>
            <w:t>10</w:t>
          </w:r>
          <w:r w:rsidRPr="0031343B">
            <w:rPr>
              <w:rFonts w:ascii="Calibri" w:hAnsi="Calibri" w:cs="Calibri"/>
            </w:rPr>
            <w:t>/</w:t>
          </w:r>
          <w:r w:rsidR="007F072B">
            <w:rPr>
              <w:rFonts w:ascii="Calibri" w:hAnsi="Calibri" w:cs="Calibri"/>
            </w:rPr>
            <w:t>1</w:t>
          </w:r>
          <w:r w:rsidRPr="0031343B">
            <w:rPr>
              <w:rFonts w:ascii="Calibri" w:hAnsi="Calibri" w:cs="Calibri"/>
            </w:rPr>
            <w:t>0/2</w:t>
          </w:r>
          <w:r w:rsidRPr="00375A35">
            <w:rPr>
              <w:rFonts w:ascii="Calibri" w:hAnsi="Calibri" w:cs="Calibri"/>
            </w:rPr>
            <w:t>025</w:t>
          </w:r>
        </w:p>
      </w:tc>
    </w:tr>
  </w:tbl>
  <w:p w14:paraId="6EA44E81"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0A6C6" w14:textId="77777777" w:rsidR="008621A9" w:rsidRDefault="008621A9">
      <w:r>
        <w:separator/>
      </w:r>
    </w:p>
  </w:footnote>
  <w:footnote w:type="continuationSeparator" w:id="0">
    <w:p w14:paraId="30F7D9CD" w14:textId="77777777" w:rsidR="008621A9" w:rsidRDefault="008621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8BB"/>
    <w:rsid w:val="00010CB4"/>
    <w:rsid w:val="00036176"/>
    <w:rsid w:val="00036500"/>
    <w:rsid w:val="00067F94"/>
    <w:rsid w:val="0008002A"/>
    <w:rsid w:val="00080E5C"/>
    <w:rsid w:val="00097DE0"/>
    <w:rsid w:val="000A2E05"/>
    <w:rsid w:val="000A6166"/>
    <w:rsid w:val="000B22AE"/>
    <w:rsid w:val="000C2C28"/>
    <w:rsid w:val="000E0020"/>
    <w:rsid w:val="000E7C68"/>
    <w:rsid w:val="001038BB"/>
    <w:rsid w:val="001038E7"/>
    <w:rsid w:val="001225F8"/>
    <w:rsid w:val="001405D0"/>
    <w:rsid w:val="00156924"/>
    <w:rsid w:val="00166B56"/>
    <w:rsid w:val="00174505"/>
    <w:rsid w:val="001A7D87"/>
    <w:rsid w:val="001C2F73"/>
    <w:rsid w:val="001C40C0"/>
    <w:rsid w:val="001C733C"/>
    <w:rsid w:val="001D61B4"/>
    <w:rsid w:val="0021527A"/>
    <w:rsid w:val="0021797C"/>
    <w:rsid w:val="00225A1A"/>
    <w:rsid w:val="002576ED"/>
    <w:rsid w:val="00264664"/>
    <w:rsid w:val="002904AF"/>
    <w:rsid w:val="002C2CA3"/>
    <w:rsid w:val="002C4B3E"/>
    <w:rsid w:val="002C79D6"/>
    <w:rsid w:val="002E56C1"/>
    <w:rsid w:val="0031343B"/>
    <w:rsid w:val="00316928"/>
    <w:rsid w:val="00323B3F"/>
    <w:rsid w:val="00332B12"/>
    <w:rsid w:val="00333C82"/>
    <w:rsid w:val="00354C04"/>
    <w:rsid w:val="00370044"/>
    <w:rsid w:val="00375A35"/>
    <w:rsid w:val="00382AAE"/>
    <w:rsid w:val="00385E76"/>
    <w:rsid w:val="003A220C"/>
    <w:rsid w:val="003A4B8F"/>
    <w:rsid w:val="003A7270"/>
    <w:rsid w:val="003D7D9D"/>
    <w:rsid w:val="00420328"/>
    <w:rsid w:val="0043706E"/>
    <w:rsid w:val="0044597F"/>
    <w:rsid w:val="004534E8"/>
    <w:rsid w:val="00463DB2"/>
    <w:rsid w:val="00477ACE"/>
    <w:rsid w:val="004A3CC9"/>
    <w:rsid w:val="004A5D91"/>
    <w:rsid w:val="004A7169"/>
    <w:rsid w:val="004C1DE6"/>
    <w:rsid w:val="004C5755"/>
    <w:rsid w:val="004C5D18"/>
    <w:rsid w:val="004D2189"/>
    <w:rsid w:val="004E2E84"/>
    <w:rsid w:val="004E53B5"/>
    <w:rsid w:val="004E75A6"/>
    <w:rsid w:val="00514DAF"/>
    <w:rsid w:val="00532EC7"/>
    <w:rsid w:val="005370F6"/>
    <w:rsid w:val="00541CA3"/>
    <w:rsid w:val="005546A9"/>
    <w:rsid w:val="005719C5"/>
    <w:rsid w:val="00577E2C"/>
    <w:rsid w:val="005824AE"/>
    <w:rsid w:val="005846FB"/>
    <w:rsid w:val="00587F58"/>
    <w:rsid w:val="005A05C1"/>
    <w:rsid w:val="005A4A3B"/>
    <w:rsid w:val="005A4CB5"/>
    <w:rsid w:val="005B2316"/>
    <w:rsid w:val="005E4450"/>
    <w:rsid w:val="005F0DCE"/>
    <w:rsid w:val="00602C9C"/>
    <w:rsid w:val="00605982"/>
    <w:rsid w:val="0061068C"/>
    <w:rsid w:val="0062515A"/>
    <w:rsid w:val="0064560F"/>
    <w:rsid w:val="00651262"/>
    <w:rsid w:val="00660727"/>
    <w:rsid w:val="00662A86"/>
    <w:rsid w:val="006973B2"/>
    <w:rsid w:val="006A37B0"/>
    <w:rsid w:val="006A6C23"/>
    <w:rsid w:val="006B337E"/>
    <w:rsid w:val="006B5057"/>
    <w:rsid w:val="006C4338"/>
    <w:rsid w:val="006F3DF9"/>
    <w:rsid w:val="006F4C34"/>
    <w:rsid w:val="007060E5"/>
    <w:rsid w:val="00710FD6"/>
    <w:rsid w:val="00716394"/>
    <w:rsid w:val="00730A78"/>
    <w:rsid w:val="0073206E"/>
    <w:rsid w:val="00742563"/>
    <w:rsid w:val="00757151"/>
    <w:rsid w:val="0076363D"/>
    <w:rsid w:val="00772555"/>
    <w:rsid w:val="00781BBA"/>
    <w:rsid w:val="007909E0"/>
    <w:rsid w:val="0079785C"/>
    <w:rsid w:val="0079788A"/>
    <w:rsid w:val="007A3691"/>
    <w:rsid w:val="007A3983"/>
    <w:rsid w:val="007A59B4"/>
    <w:rsid w:val="007D2E17"/>
    <w:rsid w:val="007D4001"/>
    <w:rsid w:val="007D7A65"/>
    <w:rsid w:val="007F072B"/>
    <w:rsid w:val="007F68A6"/>
    <w:rsid w:val="0081634E"/>
    <w:rsid w:val="00816726"/>
    <w:rsid w:val="0083205E"/>
    <w:rsid w:val="00840934"/>
    <w:rsid w:val="00844DAA"/>
    <w:rsid w:val="008450C7"/>
    <w:rsid w:val="0085762A"/>
    <w:rsid w:val="008621A9"/>
    <w:rsid w:val="00863BD9"/>
    <w:rsid w:val="008677D7"/>
    <w:rsid w:val="00876A73"/>
    <w:rsid w:val="008834BE"/>
    <w:rsid w:val="008A5426"/>
    <w:rsid w:val="008B2A38"/>
    <w:rsid w:val="008B5DB2"/>
    <w:rsid w:val="008B6ED4"/>
    <w:rsid w:val="008C18E4"/>
    <w:rsid w:val="008C6965"/>
    <w:rsid w:val="008D3410"/>
    <w:rsid w:val="00915319"/>
    <w:rsid w:val="0092438F"/>
    <w:rsid w:val="00930A5C"/>
    <w:rsid w:val="00934503"/>
    <w:rsid w:val="00953956"/>
    <w:rsid w:val="00972598"/>
    <w:rsid w:val="00983FF3"/>
    <w:rsid w:val="0099288E"/>
    <w:rsid w:val="009B1CD0"/>
    <w:rsid w:val="009B45B9"/>
    <w:rsid w:val="009C4738"/>
    <w:rsid w:val="009D661E"/>
    <w:rsid w:val="009D6BBF"/>
    <w:rsid w:val="00A0614A"/>
    <w:rsid w:val="00A2373F"/>
    <w:rsid w:val="00A31697"/>
    <w:rsid w:val="00A34D04"/>
    <w:rsid w:val="00A40C95"/>
    <w:rsid w:val="00A63F54"/>
    <w:rsid w:val="00A81366"/>
    <w:rsid w:val="00AA7015"/>
    <w:rsid w:val="00AB0151"/>
    <w:rsid w:val="00AB78D3"/>
    <w:rsid w:val="00AE40FF"/>
    <w:rsid w:val="00AE7831"/>
    <w:rsid w:val="00B02608"/>
    <w:rsid w:val="00B0289C"/>
    <w:rsid w:val="00B054DA"/>
    <w:rsid w:val="00B609B3"/>
    <w:rsid w:val="00B87564"/>
    <w:rsid w:val="00B92376"/>
    <w:rsid w:val="00BA44E5"/>
    <w:rsid w:val="00BC78FB"/>
    <w:rsid w:val="00BD767E"/>
    <w:rsid w:val="00BE6078"/>
    <w:rsid w:val="00BF5BD0"/>
    <w:rsid w:val="00C02BD7"/>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7FD"/>
    <w:rsid w:val="00CF46D1"/>
    <w:rsid w:val="00D16139"/>
    <w:rsid w:val="00D26AD2"/>
    <w:rsid w:val="00D337D7"/>
    <w:rsid w:val="00D412FD"/>
    <w:rsid w:val="00D4400F"/>
    <w:rsid w:val="00D46BC7"/>
    <w:rsid w:val="00D607D4"/>
    <w:rsid w:val="00D90A00"/>
    <w:rsid w:val="00D91DD8"/>
    <w:rsid w:val="00DA1829"/>
    <w:rsid w:val="00DC278F"/>
    <w:rsid w:val="00DF4680"/>
    <w:rsid w:val="00E05953"/>
    <w:rsid w:val="00E20DB0"/>
    <w:rsid w:val="00E37FD2"/>
    <w:rsid w:val="00E47798"/>
    <w:rsid w:val="00E5435B"/>
    <w:rsid w:val="00E74C76"/>
    <w:rsid w:val="00E930B1"/>
    <w:rsid w:val="00E96FF6"/>
    <w:rsid w:val="00EA74B6"/>
    <w:rsid w:val="00EA7584"/>
    <w:rsid w:val="00EC2EFA"/>
    <w:rsid w:val="00EC5CE4"/>
    <w:rsid w:val="00ED076C"/>
    <w:rsid w:val="00F03624"/>
    <w:rsid w:val="00F51478"/>
    <w:rsid w:val="00F764C7"/>
    <w:rsid w:val="00F92811"/>
    <w:rsid w:val="00F97F60"/>
    <w:rsid w:val="00FA1955"/>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48CE85"/>
  <w15:chartTrackingRefBased/>
  <w15:docId w15:val="{37898C93-1048-4DD1-8005-177B9ADC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Formulaire%20DC\MOD%20-%20DAMP%20-%20DC2%20-%20V2025%2010%201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 DAMP - DC2 - V2025 10 10.dotx</Template>
  <TotalTime>1</TotalTime>
  <Pages>10</Pages>
  <Words>2694</Words>
  <Characters>14817</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17477</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2026-02-11T15:07:00Z</dcterms:created>
  <dcterms:modified xsi:type="dcterms:W3CDTF">2026-02-11T15:44:00Z</dcterms:modified>
</cp:coreProperties>
</file>